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CD35F2" w:rsidR="006E5D65" w:rsidP="00CD35F2" w:rsidRDefault="00CD6897" w14:paraId="2C4E59F4" w14:textId="77777777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CD35F2">
        <w:rPr>
          <w:rFonts w:ascii="Corbel" w:hAnsi="Corbel"/>
          <w:b/>
          <w:bCs/>
          <w:sz w:val="24"/>
          <w:szCs w:val="24"/>
        </w:rPr>
        <w:tab/>
      </w:r>
      <w:r w:rsidRPr="00CD35F2">
        <w:rPr>
          <w:rFonts w:ascii="Corbel" w:hAnsi="Corbel"/>
          <w:b/>
          <w:bCs/>
          <w:sz w:val="24"/>
          <w:szCs w:val="24"/>
        </w:rPr>
        <w:tab/>
      </w:r>
      <w:r w:rsidRPr="00CD35F2">
        <w:rPr>
          <w:rFonts w:ascii="Corbel" w:hAnsi="Corbel"/>
          <w:b/>
          <w:bCs/>
          <w:sz w:val="24"/>
          <w:szCs w:val="24"/>
        </w:rPr>
        <w:tab/>
      </w:r>
      <w:r w:rsidRPr="00CD35F2">
        <w:rPr>
          <w:rFonts w:ascii="Corbel" w:hAnsi="Corbel"/>
          <w:b/>
          <w:bCs/>
          <w:sz w:val="24"/>
          <w:szCs w:val="24"/>
        </w:rPr>
        <w:tab/>
      </w:r>
      <w:r w:rsidRPr="00CD35F2">
        <w:rPr>
          <w:rFonts w:ascii="Corbel" w:hAnsi="Corbel"/>
          <w:b/>
          <w:bCs/>
          <w:sz w:val="24"/>
          <w:szCs w:val="24"/>
        </w:rPr>
        <w:tab/>
      </w:r>
      <w:r w:rsidRPr="00CD35F2">
        <w:rPr>
          <w:rFonts w:ascii="Corbel" w:hAnsi="Corbel"/>
          <w:b/>
          <w:bCs/>
          <w:sz w:val="24"/>
          <w:szCs w:val="24"/>
        </w:rPr>
        <w:tab/>
      </w:r>
      <w:r w:rsidRPr="00CD35F2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CD35F2" w:rsidR="006F31E2">
        <w:rPr>
          <w:rFonts w:ascii="Corbel" w:hAnsi="Corbel"/>
          <w:bCs/>
          <w:i/>
          <w:sz w:val="24"/>
          <w:szCs w:val="24"/>
        </w:rPr>
        <w:t>1.5</w:t>
      </w:r>
      <w:r w:rsidRPr="00CD35F2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CD35F2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CD35F2">
        <w:rPr>
          <w:rFonts w:ascii="Corbel" w:hAnsi="Corbel"/>
          <w:bCs/>
          <w:i/>
          <w:sz w:val="24"/>
          <w:szCs w:val="24"/>
        </w:rPr>
        <w:t xml:space="preserve"> nr </w:t>
      </w:r>
      <w:r w:rsidRPr="00CD35F2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CD35F2" w:rsidR="0085747A" w:rsidP="00CD35F2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D35F2">
        <w:rPr>
          <w:rFonts w:ascii="Corbel" w:hAnsi="Corbel"/>
          <w:b/>
          <w:smallCaps/>
          <w:sz w:val="24"/>
          <w:szCs w:val="24"/>
        </w:rPr>
        <w:t>SYLABUS</w:t>
      </w:r>
    </w:p>
    <w:p w:rsidRPr="00CD35F2" w:rsidR="0085747A" w:rsidP="4EDBEBD6" w:rsidRDefault="0071620A" w14:paraId="18095413" w14:textId="21C5BA0C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4EDBEBD6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4EDBEBD6" w:rsidR="00A01FE1">
        <w:rPr>
          <w:rFonts w:ascii="Corbel" w:hAnsi="Corbel"/>
          <w:smallCaps w:val="1"/>
          <w:sz w:val="24"/>
          <w:szCs w:val="24"/>
        </w:rPr>
        <w:t xml:space="preserve"> </w:t>
      </w:r>
      <w:r w:rsidRPr="4EDBEBD6" w:rsidR="00D77B8A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4EDBEBD6" w:rsidR="461E8377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4EDBEBD6" w:rsidR="00CD35F2">
        <w:rPr>
          <w:rFonts w:ascii="Corbel" w:hAnsi="Corbel"/>
          <w:b w:val="1"/>
          <w:bCs w:val="1"/>
          <w:smallCaps w:val="1"/>
          <w:sz w:val="24"/>
          <w:szCs w:val="24"/>
        </w:rPr>
        <w:t>-</w:t>
      </w:r>
      <w:r w:rsidRPr="4EDBEBD6" w:rsidR="00D77B8A">
        <w:rPr>
          <w:rFonts w:ascii="Corbel" w:hAnsi="Corbel"/>
          <w:b w:val="1"/>
          <w:bCs w:val="1"/>
          <w:smallCaps w:val="1"/>
          <w:sz w:val="24"/>
          <w:szCs w:val="24"/>
        </w:rPr>
        <w:t>202</w:t>
      </w:r>
      <w:r w:rsidRPr="4EDBEBD6" w:rsidR="37EDBF38">
        <w:rPr>
          <w:rFonts w:ascii="Corbel" w:hAnsi="Corbel"/>
          <w:b w:val="1"/>
          <w:bCs w:val="1"/>
          <w:smallCaps w:val="1"/>
          <w:sz w:val="24"/>
          <w:szCs w:val="24"/>
        </w:rPr>
        <w:t>3</w:t>
      </w:r>
    </w:p>
    <w:p w:rsidR="0085747A" w:rsidP="00CD35F2" w:rsidRDefault="00A01FE1" w14:paraId="739487D8" w14:textId="22C32BD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 w:rsidR="0085747A">
        <w:rPr>
          <w:rFonts w:ascii="Corbel" w:hAnsi="Corbel"/>
          <w:i/>
          <w:sz w:val="24"/>
          <w:szCs w:val="24"/>
        </w:rPr>
        <w:t>(skrajne daty</w:t>
      </w:r>
      <w:r w:rsidRPr="00CD35F2" w:rsidR="0085747A">
        <w:rPr>
          <w:rFonts w:ascii="Corbel" w:hAnsi="Corbel"/>
          <w:sz w:val="24"/>
          <w:szCs w:val="24"/>
        </w:rPr>
        <w:t>)</w:t>
      </w:r>
    </w:p>
    <w:p w:rsidRPr="00CD35F2" w:rsidR="00CD35F2" w:rsidP="00CD35F2" w:rsidRDefault="00CD35F2" w14:paraId="3476915B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CD35F2" w:rsidR="00445970" w:rsidP="00CD35F2" w:rsidRDefault="004D0613" w14:paraId="635E9350" w14:textId="01BDE70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</w:r>
      <w:r w:rsidRPr="00CD35F2" w:rsidR="00CD35F2">
        <w:rPr>
          <w:rFonts w:ascii="Corbel" w:hAnsi="Corbel"/>
          <w:sz w:val="24"/>
          <w:szCs w:val="24"/>
        </w:rPr>
        <w:tab/>
      </w:r>
      <w:r w:rsidRPr="00CD35F2" w:rsidR="004D0613">
        <w:rPr>
          <w:rFonts w:ascii="Corbel" w:hAnsi="Corbel"/>
          <w:sz w:val="24"/>
          <w:szCs w:val="24"/>
        </w:rPr>
        <w:t>Rok akademicki 20</w:t>
      </w:r>
      <w:r w:rsidR="00782E60">
        <w:rPr>
          <w:rFonts w:ascii="Corbel" w:hAnsi="Corbel"/>
          <w:sz w:val="24"/>
          <w:szCs w:val="24"/>
        </w:rPr>
        <w:t>2</w:t>
      </w:r>
      <w:r w:rsidR="55ACBEB1">
        <w:rPr>
          <w:rFonts w:ascii="Corbel" w:hAnsi="Corbel"/>
          <w:sz w:val="24"/>
          <w:szCs w:val="24"/>
        </w:rPr>
        <w:t>1/</w:t>
      </w:r>
      <w:r w:rsidRPr="00CD35F2" w:rsidR="004D0613">
        <w:rPr>
          <w:rFonts w:ascii="Corbel" w:hAnsi="Corbel"/>
          <w:sz w:val="24"/>
          <w:szCs w:val="24"/>
        </w:rPr>
        <w:t>202</w:t>
      </w:r>
      <w:r w:rsidRPr="00CD35F2" w:rsidR="064CAA45">
        <w:rPr>
          <w:rFonts w:ascii="Corbel" w:hAnsi="Corbel"/>
          <w:sz w:val="24"/>
          <w:szCs w:val="24"/>
        </w:rPr>
        <w:t>2</w:t>
      </w:r>
      <w:bookmarkStart w:name="_GoBack" w:id="0"/>
      <w:bookmarkEnd w:id="0"/>
    </w:p>
    <w:p w:rsidRPr="00CD35F2" w:rsidR="0085747A" w:rsidP="00CD35F2" w:rsidRDefault="0085747A" w14:paraId="672A6659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CD35F2" w:rsidR="0085747A" w:rsidP="00CD35F2" w:rsidRDefault="0071620A" w14:paraId="0C6E7FD4" w14:textId="77777777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CD35F2">
        <w:rPr>
          <w:rFonts w:ascii="Corbel" w:hAnsi="Corbel"/>
          <w:szCs w:val="24"/>
        </w:rPr>
        <w:t xml:space="preserve">1. </w:t>
      </w:r>
      <w:r w:rsidRPr="00CD35F2" w:rsidR="0085747A">
        <w:rPr>
          <w:rFonts w:ascii="Corbel" w:hAnsi="Corbel"/>
          <w:szCs w:val="24"/>
        </w:rPr>
        <w:t xml:space="preserve">Podstawowe </w:t>
      </w:r>
      <w:r w:rsidRPr="00CD35F2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CD35F2" w:rsidR="0085747A" w:rsidTr="4D4F64AF" w14:paraId="1322F47E" w14:textId="77777777">
        <w:tc>
          <w:tcPr>
            <w:tcW w:w="2694" w:type="dxa"/>
            <w:tcMar/>
            <w:vAlign w:val="center"/>
          </w:tcPr>
          <w:p w:rsidRPr="00CD35F2" w:rsidR="0085747A" w:rsidP="00CD35F2" w:rsidRDefault="00C05F44" w14:paraId="59701564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6CB70B76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Postępowanie administracyjne</w:t>
            </w:r>
          </w:p>
        </w:tc>
      </w:tr>
      <w:tr w:rsidRPr="00CD35F2" w:rsidR="0085747A" w:rsidTr="4D4F64AF" w14:paraId="05EFA372" w14:textId="77777777">
        <w:tc>
          <w:tcPr>
            <w:tcW w:w="2694" w:type="dxa"/>
            <w:tcMar/>
            <w:vAlign w:val="center"/>
          </w:tcPr>
          <w:p w:rsidRPr="00CD35F2" w:rsidR="0085747A" w:rsidP="00CD35F2" w:rsidRDefault="00C05F44" w14:paraId="4CA29152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Kod przedmiotu</w:t>
            </w:r>
            <w:r w:rsidRPr="00CD35F2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2550933F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BW29</w:t>
            </w:r>
          </w:p>
        </w:tc>
      </w:tr>
      <w:tr w:rsidRPr="00CD35F2" w:rsidR="0085747A" w:rsidTr="4D4F64AF" w14:paraId="5C0172EC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249A5C16" w14:textId="77777777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nazwa</w:t>
            </w:r>
            <w:r w:rsidRPr="00CD35F2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7E3E3000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Kolegium Nauk </w:t>
            </w:r>
            <w:r w:rsidRPr="00CD35F2" w:rsidR="008C27A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połecznych</w:t>
            </w:r>
          </w:p>
        </w:tc>
      </w:tr>
      <w:tr w:rsidRPr="00CD35F2" w:rsidR="0085747A" w:rsidTr="4D4F64AF" w14:paraId="0AEA36E1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0A39E105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8C27A1" w14:paraId="74F259B7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CD35F2" w:rsidR="0085747A" w:rsidTr="4D4F64AF" w14:paraId="2E34D1D7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4B835047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77EEADC9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CD35F2" w:rsidR="0085747A" w:rsidTr="4D4F64AF" w14:paraId="11529C0C" w14:textId="77777777">
        <w:tc>
          <w:tcPr>
            <w:tcW w:w="2694" w:type="dxa"/>
            <w:tcMar/>
            <w:vAlign w:val="center"/>
          </w:tcPr>
          <w:p w:rsidRPr="00CD35F2" w:rsidR="0085747A" w:rsidP="00CD35F2" w:rsidRDefault="00DE4A14" w14:paraId="448A1CED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1C90E256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CD35F2" w:rsidR="0085747A" w:rsidTr="4D4F64AF" w14:paraId="77AD840C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04C0481C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26323D6F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CD35F2" w:rsidR="0085747A" w:rsidTr="4D4F64AF" w14:paraId="5C70B2EB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7C3992E0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5E6905DA" w:rsidRDefault="00A262F6" w14:paraId="56B68402" w14:textId="3DD857AD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D4F64AF" w:rsidR="7921C2F6">
              <w:rPr>
                <w:rFonts w:ascii="Corbel" w:hAnsi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Pr="00CD35F2" w:rsidR="0085747A" w:rsidTr="4D4F64AF" w14:paraId="2136CB69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47AAF24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Rok i semestr</w:t>
            </w:r>
            <w:r w:rsidRPr="00CD35F2" w:rsidR="0030395F">
              <w:rPr>
                <w:rFonts w:ascii="Corbel" w:hAnsi="Corbel"/>
                <w:sz w:val="24"/>
                <w:szCs w:val="24"/>
              </w:rPr>
              <w:t>/y</w:t>
            </w:r>
            <w:r w:rsidRPr="00CD35F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5F57D388" w14:textId="2192C86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II rok</w:t>
            </w:r>
            <w:r w:rsidR="00CD35F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III sem</w:t>
            </w:r>
            <w:r w:rsidRPr="00CD35F2" w:rsidR="00CE2760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str</w:t>
            </w:r>
          </w:p>
        </w:tc>
      </w:tr>
      <w:tr w:rsidRPr="00CD35F2" w:rsidR="0085747A" w:rsidTr="4D4F64AF" w14:paraId="35EFD204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5863A11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49D6B865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Przedmiot obowiązkowy</w:t>
            </w:r>
          </w:p>
        </w:tc>
      </w:tr>
      <w:tr w:rsidRPr="00CD35F2" w:rsidR="00923D7D" w:rsidTr="4D4F64AF" w14:paraId="26EB6C12" w14:textId="77777777">
        <w:tc>
          <w:tcPr>
            <w:tcW w:w="2694" w:type="dxa"/>
            <w:tcMar/>
            <w:vAlign w:val="center"/>
          </w:tcPr>
          <w:p w:rsidRPr="00CD35F2" w:rsidR="00923D7D" w:rsidP="00CD35F2" w:rsidRDefault="00923D7D" w14:paraId="13A990D4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CD35F2" w:rsidR="00923D7D" w:rsidP="00CD35F2" w:rsidRDefault="00A262F6" w14:paraId="07D1FAC9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CD35F2" w:rsidR="0085747A" w:rsidTr="4D4F64AF" w14:paraId="1B4BF284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69C2AF6E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6441DBDD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dr hab. Sabina Grabowska</w:t>
            </w:r>
            <w:r w:rsidRPr="00CD35F2" w:rsidR="00CE276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Pr="00CD35F2" w:rsidR="0085747A" w:rsidTr="4D4F64AF" w14:paraId="1990346D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471FE442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15EBA78D" w14:paraId="4110F624" w14:textId="6D0F1142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CD35F2" w:rsidR="00A262F6">
              <w:rPr>
                <w:rFonts w:ascii="Corbel" w:hAnsi="Corbel"/>
                <w:b w:val="0"/>
                <w:sz w:val="24"/>
                <w:szCs w:val="24"/>
              </w:rPr>
              <w:t>gr Damian Wicherek</w:t>
            </w:r>
          </w:p>
        </w:tc>
      </w:tr>
    </w:tbl>
    <w:p w:rsidRPr="00CD35F2" w:rsidR="0085747A" w:rsidP="00CD35F2" w:rsidRDefault="0085747A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 xml:space="preserve">* </w:t>
      </w:r>
      <w:r w:rsidRPr="00CD35F2">
        <w:rPr>
          <w:rFonts w:ascii="Corbel" w:hAnsi="Corbel"/>
          <w:i/>
          <w:sz w:val="24"/>
          <w:szCs w:val="24"/>
        </w:rPr>
        <w:t>-</w:t>
      </w:r>
      <w:r w:rsidRPr="00CD35F2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CD35F2" w:rsidR="00B90885">
        <w:rPr>
          <w:rFonts w:ascii="Corbel" w:hAnsi="Corbel"/>
          <w:b w:val="0"/>
          <w:sz w:val="24"/>
          <w:szCs w:val="24"/>
        </w:rPr>
        <w:t>e,</w:t>
      </w:r>
      <w:r w:rsidRPr="00CD35F2" w:rsidR="00CE2760">
        <w:rPr>
          <w:rFonts w:ascii="Corbel" w:hAnsi="Corbel"/>
          <w:b w:val="0"/>
          <w:sz w:val="24"/>
          <w:szCs w:val="24"/>
        </w:rPr>
        <w:t xml:space="preserve"> </w:t>
      </w:r>
      <w:r w:rsidRPr="00CD35F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CD35F2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CD35F2" w:rsidR="00923D7D" w:rsidP="00CD35F2" w:rsidRDefault="00923D7D" w14:paraId="0A37501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CD35F2" w:rsidR="0085747A" w:rsidP="00CD35F2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>1.</w:t>
      </w:r>
      <w:r w:rsidRPr="00CD35F2" w:rsidR="00E22FBC">
        <w:rPr>
          <w:rFonts w:ascii="Corbel" w:hAnsi="Corbel"/>
          <w:sz w:val="24"/>
          <w:szCs w:val="24"/>
        </w:rPr>
        <w:t>1</w:t>
      </w:r>
      <w:r w:rsidRPr="00CD35F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CD35F2" w:rsidR="00923D7D" w:rsidP="00CD35F2" w:rsidRDefault="00923D7D" w14:paraId="5DAB6C7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CD35F2" w:rsidR="00015B8F" w:rsidTr="4D4F64AF" w14:paraId="4A00F406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D35F2" w:rsidR="00015B8F" w:rsidP="00CD35F2" w:rsidRDefault="00015B8F" w14:paraId="493A0CA5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Semestr</w:t>
            </w:r>
          </w:p>
          <w:p w:rsidRPr="00CD35F2" w:rsidR="00015B8F" w:rsidP="00CD35F2" w:rsidRDefault="002B5EA0" w14:paraId="64C63F33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(</w:t>
            </w:r>
            <w:r w:rsidRPr="00CD35F2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D35F2" w:rsidR="00015B8F" w:rsidP="00CD35F2" w:rsidRDefault="00015B8F" w14:paraId="3860AB22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CD35F2">
              <w:rPr>
                <w:rFonts w:ascii="Corbel" w:hAnsi="Corbel"/>
                <w:szCs w:val="24"/>
              </w:rPr>
              <w:t>Wykł</w:t>
            </w:r>
            <w:proofErr w:type="spellEnd"/>
            <w:r w:rsidRPr="00CD35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D35F2" w:rsidR="00015B8F" w:rsidP="00CD35F2" w:rsidRDefault="00015B8F" w14:paraId="646F369B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D35F2" w:rsidR="00015B8F" w:rsidP="00CD35F2" w:rsidRDefault="00015B8F" w14:paraId="409DDADA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CD35F2">
              <w:rPr>
                <w:rFonts w:ascii="Corbel" w:hAnsi="Corbel"/>
                <w:szCs w:val="24"/>
              </w:rPr>
              <w:t>Konw</w:t>
            </w:r>
            <w:proofErr w:type="spellEnd"/>
            <w:r w:rsidRPr="00CD35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D35F2" w:rsidR="00015B8F" w:rsidP="00CD35F2" w:rsidRDefault="00015B8F" w14:paraId="0AB6E05A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015B8F" w14:paraId="0B273B9D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CD35F2">
              <w:rPr>
                <w:rFonts w:ascii="Corbel" w:hAnsi="Corbel"/>
                <w:szCs w:val="24"/>
              </w:rPr>
              <w:t>Sem</w:t>
            </w:r>
            <w:proofErr w:type="spellEnd"/>
            <w:r w:rsidRPr="00CD35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D35F2" w:rsidR="00015B8F" w:rsidP="00CD35F2" w:rsidRDefault="00015B8F" w14:paraId="63A8E3D2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D35F2" w:rsidR="00015B8F" w:rsidP="00CD35F2" w:rsidRDefault="00015B8F" w14:paraId="69FA399F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CD35F2">
              <w:rPr>
                <w:rFonts w:ascii="Corbel" w:hAnsi="Corbel"/>
                <w:szCs w:val="24"/>
              </w:rPr>
              <w:t>Prakt</w:t>
            </w:r>
            <w:proofErr w:type="spellEnd"/>
            <w:r w:rsidRPr="00CD35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D35F2" w:rsidR="00015B8F" w:rsidP="00CD35F2" w:rsidRDefault="00015B8F" w14:paraId="5B5B1B43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D35F2" w:rsidR="00015B8F" w:rsidP="00CD35F2" w:rsidRDefault="00015B8F" w14:paraId="7474E17E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CD35F2">
              <w:rPr>
                <w:rFonts w:ascii="Corbel" w:hAnsi="Corbel"/>
                <w:b/>
                <w:szCs w:val="24"/>
              </w:rPr>
              <w:t>Liczba pkt</w:t>
            </w:r>
            <w:r w:rsidRPr="00CD35F2" w:rsidR="00B90885">
              <w:rPr>
                <w:rFonts w:ascii="Corbel" w:hAnsi="Corbel"/>
                <w:b/>
                <w:szCs w:val="24"/>
              </w:rPr>
              <w:t>.</w:t>
            </w:r>
            <w:r w:rsidRPr="00CD35F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CD35F2" w:rsidR="00015B8F" w:rsidTr="4D4F64AF" w14:paraId="4C23C9B1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D35F2" w:rsidR="00015B8F" w:rsidP="00CD35F2" w:rsidRDefault="00A262F6" w14:paraId="69CE75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015B8F" w14:paraId="02EB37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A262F6" w14:paraId="219897CE" w14:textId="719F18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D4F64AF" w:rsidR="73973E9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015B8F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A262F6" w14:paraId="18F999B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CD35F2" w:rsidR="00923D7D" w:rsidP="00CD35F2" w:rsidRDefault="00923D7D" w14:paraId="60061E4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CD35F2" w:rsidR="00923D7D" w:rsidP="00CD35F2" w:rsidRDefault="00923D7D" w14:paraId="44EAFD9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CD35F2" w:rsidR="0085747A" w:rsidP="00CD35F2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1.</w:t>
      </w:r>
      <w:r w:rsidRPr="00CD35F2" w:rsidR="00E22FBC">
        <w:rPr>
          <w:rFonts w:ascii="Corbel" w:hAnsi="Corbel"/>
          <w:smallCaps w:val="0"/>
          <w:szCs w:val="24"/>
        </w:rPr>
        <w:t>2</w:t>
      </w:r>
      <w:r w:rsidRPr="00CD35F2" w:rsidR="00F83B28">
        <w:rPr>
          <w:rFonts w:ascii="Corbel" w:hAnsi="Corbel"/>
          <w:smallCaps w:val="0"/>
          <w:szCs w:val="24"/>
        </w:rPr>
        <w:t>.</w:t>
      </w:r>
      <w:r w:rsidRPr="00CD35F2" w:rsidR="00F83B28">
        <w:rPr>
          <w:rFonts w:ascii="Corbel" w:hAnsi="Corbel"/>
          <w:smallCaps w:val="0"/>
          <w:szCs w:val="24"/>
        </w:rPr>
        <w:tab/>
      </w:r>
      <w:r w:rsidRPr="00CD35F2">
        <w:rPr>
          <w:rFonts w:ascii="Corbel" w:hAnsi="Corbel"/>
          <w:smallCaps w:val="0"/>
          <w:szCs w:val="24"/>
        </w:rPr>
        <w:t xml:space="preserve">Sposób realizacji zajęć  </w:t>
      </w:r>
    </w:p>
    <w:p w:rsidRPr="00CD35F2" w:rsidR="0085747A" w:rsidP="32AE9C1E" w:rsidRDefault="00CD35F2" w14:paraId="47C316DF" w14:textId="34DF9450">
      <w:pPr>
        <w:pStyle w:val="Punktygwne"/>
        <w:spacing w:before="0" w:after="0"/>
        <w:ind w:left="708"/>
        <w:jc w:val="both"/>
        <w:rPr>
          <w:rFonts w:ascii="Corbel" w:hAnsi="Corbel"/>
          <w:b w:val="0"/>
          <w:bCs w:val="0"/>
          <w:caps w:val="0"/>
          <w:smallCaps w:val="0"/>
        </w:rPr>
      </w:pPr>
      <w:r>
        <w:rPr>
          <w:rFonts w:ascii="Segoe UI Symbol" w:hAnsi="Segoe UI Symbol" w:eastAsia="MS Gothic" w:cs="Segoe UI Symbol"/>
          <w:b w:val="0"/>
          <w:bCs/>
          <w:noProof/>
          <w:szCs w:val="24"/>
        </w:rPr>
        <w:pict w14:anchorId="00499FC7">
          <v:shapetype id="_x0000_t32" coordsize="21600,21600" o:oned="t" filled="f" o:spt="32" path="m,l21600,21600e">
            <v:path fillok="f" arrowok="t" o:connecttype="none"/>
            <o:lock v:ext="edit" shapetype="t"/>
          </v:shapetype>
          <v:shape id="_x0000_s1027" style="position:absolute;left:0;text-align:left;margin-left:37.5pt;margin-top:5.8pt;width:5.4pt;height:6.6pt;flip:x;z-index:251659264" o:connectortype="straight" type="#_x0000_t32"/>
        </w:pict>
      </w:r>
      <w:r>
        <w:rPr>
          <w:rFonts w:ascii="Segoe UI Symbol" w:hAnsi="Segoe UI Symbol" w:eastAsia="MS Gothic" w:cs="Segoe UI Symbol"/>
          <w:b w:val="0"/>
          <w:bCs/>
          <w:noProof/>
          <w:szCs w:val="24"/>
        </w:rPr>
        <w:pict w14:anchorId="63049EB1">
          <v:shape id="_x0000_s1026" style="position:absolute;left:0;text-align:left;margin-left:36.3pt;margin-top:5.2pt;width:6pt;height:7.2pt;z-index:251658240" o:connectortype="straight" type="#_x0000_t32"/>
        </w:pict>
      </w:r>
      <w:r w:rsidRPr="32AE9C1E" w:rsidR="0085747A">
        <w:rPr>
          <w:rFonts w:ascii="Segoe UI Symbol" w:hAnsi="Segoe UI Symbol" w:eastAsia="MS Gothic" w:cs="Segoe UI Symbol"/>
          <w:b w:val="0"/>
          <w:bCs w:val="0"/>
        </w:rPr>
        <w:t>☐</w:t>
      </w:r>
      <w:r w:rsidRPr="32AE9C1E" w:rsidR="0085747A">
        <w:rPr>
          <w:rFonts w:ascii="Corbel" w:hAnsi="Corbel"/>
          <w:b w:val="1"/>
          <w:bCs w:val="1"/>
          <w:caps w:val="0"/>
          <w:smallCaps w:val="0"/>
        </w:rPr>
        <w:t xml:space="preserve"> </w:t>
      </w:r>
      <w:r w:rsidRPr="32AE9C1E" w:rsidR="0085747A">
        <w:rPr>
          <w:rFonts w:ascii="Corbel" w:hAnsi="Corbel"/>
          <w:b w:val="1"/>
          <w:bCs w:val="1"/>
          <w:caps w:val="0"/>
          <w:smallCaps w:val="0"/>
          <w:u w:val="single"/>
        </w:rPr>
        <w:t xml:space="preserve">zajęcia w formie tradycyjnej</w:t>
      </w:r>
      <w:r w:rsidRPr="32AE9C1E" w:rsidR="0085747A">
        <w:rPr>
          <w:rFonts w:ascii="Corbel" w:hAnsi="Corbel"/>
          <w:b w:val="1"/>
          <w:bCs w:val="1"/>
          <w:caps w:val="0"/>
          <w:smallCaps w:val="0"/>
        </w:rPr>
        <w:t xml:space="preserve"> </w:t>
      </w:r>
    </w:p>
    <w:p w:rsidRPr="00CD35F2" w:rsidR="0085747A" w:rsidP="00CD35F2" w:rsidRDefault="281A72AD" w14:paraId="11E98133" w14:textId="1587AD4F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CD35F2">
        <w:rPr>
          <w:rFonts w:ascii="Segoe UI Symbol" w:hAnsi="Segoe UI Symbol" w:eastAsia="MS Gothic" w:cs="Segoe UI Symbol"/>
          <w:b w:val="0"/>
          <w:color w:val="000000" w:themeColor="text1"/>
          <w:szCs w:val="24"/>
        </w:rPr>
        <w:t>☐</w:t>
      </w:r>
      <w:r w:rsidRPr="00CD35F2">
        <w:rPr>
          <w:rFonts w:ascii="Corbel" w:hAnsi="Corbel" w:eastAsia="MS Gothic" w:cs="MS Gothic"/>
          <w:b w:val="0"/>
          <w:color w:val="000000" w:themeColor="text1"/>
          <w:szCs w:val="24"/>
        </w:rPr>
        <w:t xml:space="preserve"> </w:t>
      </w:r>
      <w:r w:rsidRPr="00CD35F2" w:rsidR="3D72003A">
        <w:rPr>
          <w:rFonts w:ascii="Corbel" w:hAnsi="Corbel" w:eastAsia="Corbel" w:cs="Corbel"/>
          <w:b w:val="0"/>
          <w:smallCaps w:val="0"/>
          <w:color w:val="000000" w:themeColor="text1"/>
          <w:szCs w:val="24"/>
        </w:rPr>
        <w:t>zajęcia</w:t>
      </w:r>
      <w:r w:rsidRPr="00CD35F2" w:rsidR="2DEE9DD5">
        <w:rPr>
          <w:rFonts w:ascii="Corbel" w:hAnsi="Corbel" w:eastAsia="Corbel" w:cs="Corbel"/>
          <w:b w:val="0"/>
          <w:smallCaps w:val="0"/>
          <w:color w:val="000000" w:themeColor="text1"/>
          <w:szCs w:val="24"/>
        </w:rPr>
        <w:t xml:space="preserve"> </w:t>
      </w:r>
      <w:r w:rsidRPr="00CD35F2" w:rsidR="0085747A">
        <w:rPr>
          <w:rFonts w:ascii="Corbel" w:hAnsi="Corbel"/>
          <w:b w:val="0"/>
          <w:smallCaps w:val="0"/>
          <w:szCs w:val="24"/>
        </w:rPr>
        <w:t>realizowane z wykorzystaniem metod i technik kształcenia na odległość</w:t>
      </w:r>
    </w:p>
    <w:p w:rsidRPr="00CD35F2" w:rsidR="11E98133" w:rsidP="00CD35F2" w:rsidRDefault="11E98133" w14:paraId="2AAC4921" w14:textId="1A0D4277">
      <w:pPr>
        <w:pStyle w:val="Punktygwne"/>
        <w:spacing w:before="0" w:after="0"/>
        <w:ind w:left="708"/>
        <w:jc w:val="both"/>
        <w:rPr>
          <w:rFonts w:ascii="Corbel" w:hAnsi="Corbel"/>
          <w:bCs/>
          <w:smallCaps w:val="0"/>
          <w:szCs w:val="24"/>
        </w:rPr>
      </w:pPr>
    </w:p>
    <w:p w:rsidRPr="00CD35F2" w:rsidR="00E22FBC" w:rsidP="00CD35F2" w:rsidRDefault="00E22FBC" w14:paraId="35295C78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 xml:space="preserve">1.3 </w:t>
      </w:r>
      <w:r w:rsidRPr="00CD35F2">
        <w:rPr>
          <w:rFonts w:ascii="Corbel" w:hAnsi="Corbel"/>
          <w:szCs w:val="24"/>
        </w:rPr>
        <w:tab/>
      </w:r>
      <w:r w:rsidRPr="00CD35F2">
        <w:rPr>
          <w:rFonts w:ascii="Corbel" w:hAnsi="Corbel"/>
          <w:smallCaps w:val="0"/>
          <w:szCs w:val="24"/>
        </w:rPr>
        <w:t>For</w:t>
      </w:r>
      <w:r w:rsidRPr="00CD35F2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CD35F2">
        <w:rPr>
          <w:rFonts w:ascii="Corbel" w:hAnsi="Corbel"/>
          <w:smallCaps w:val="0"/>
          <w:szCs w:val="24"/>
        </w:rPr>
        <w:t xml:space="preserve"> (z toku) </w:t>
      </w:r>
      <w:r w:rsidRPr="00CD35F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CD35F2" w:rsidR="009C54AE" w:rsidP="00CD35F2" w:rsidRDefault="009C54AE" w14:paraId="3DEEC669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CD35F2" w:rsidR="00E960BB" w:rsidP="00CD35F2" w:rsidRDefault="00E960BB" w14:paraId="3656B9AB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CD35F2" w:rsidR="00E960BB" w:rsidP="00CD35F2" w:rsidRDefault="0085747A" w14:paraId="261BAAD1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CD35F2" w:rsidR="0085747A" w:rsidTr="55FB8835" w14:paraId="2BAD4143" w14:textId="77777777">
        <w:tc>
          <w:tcPr>
            <w:tcW w:w="9670" w:type="dxa"/>
          </w:tcPr>
          <w:p w:rsidRPr="00CD35F2" w:rsidR="0085747A" w:rsidP="00CD35F2" w:rsidRDefault="003F5C87" w14:paraId="00315483" w14:textId="57CBFB8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</w:t>
            </w:r>
            <w:r w:rsidRPr="00CD35F2" w:rsidR="00A262F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iedza z zakresu </w:t>
            </w:r>
            <w:r w:rsidRPr="00CD35F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procedur oraz podmiotów </w:t>
            </w:r>
            <w:r w:rsidRPr="00CD35F2" w:rsidR="00A262F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postępowania administ</w:t>
            </w:r>
            <w:r w:rsidRPr="00CD35F2" w:rsidR="0046091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racyjnego</w:t>
            </w:r>
            <w:r w:rsidRPr="00CD35F2" w:rsidR="6342F27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:rsidRPr="00CD35F2" w:rsidR="0085747A" w:rsidP="00CD35F2" w:rsidRDefault="0085747A" w14:paraId="45FB0818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CD35F2" w:rsidR="00153C41" w:rsidP="00CD35F2" w:rsidRDefault="00153C41" w14:paraId="049F31CB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CD35F2" w:rsidR="0085747A" w:rsidP="00CD35F2" w:rsidRDefault="0071620A" w14:paraId="469B63C5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szCs w:val="24"/>
        </w:rPr>
        <w:lastRenderedPageBreak/>
        <w:t>3.</w:t>
      </w:r>
      <w:r w:rsidRPr="00CD35F2" w:rsidR="00A84C85">
        <w:rPr>
          <w:rFonts w:ascii="Corbel" w:hAnsi="Corbel"/>
          <w:szCs w:val="24"/>
        </w:rPr>
        <w:t>cele, efekty uczenia się</w:t>
      </w:r>
      <w:r w:rsidRPr="00CD35F2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D35F2" w:rsidR="0085747A" w:rsidP="00CD35F2" w:rsidRDefault="0085747A" w14:paraId="53128261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CD35F2" w:rsidR="0085747A" w:rsidP="00CD35F2" w:rsidRDefault="0071620A" w14:paraId="04643D83" w14:textId="77777777">
      <w:pPr>
        <w:pStyle w:val="Podpunkty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 xml:space="preserve">3.1 </w:t>
      </w:r>
      <w:r w:rsidRPr="00CD35F2" w:rsidR="00C05F44">
        <w:rPr>
          <w:rFonts w:ascii="Corbel" w:hAnsi="Corbel"/>
          <w:sz w:val="24"/>
          <w:szCs w:val="24"/>
        </w:rPr>
        <w:t>Cele przedmiotu</w:t>
      </w:r>
    </w:p>
    <w:p w:rsidRPr="00CD35F2" w:rsidR="00F83B28" w:rsidP="00CD35F2" w:rsidRDefault="00F83B28" w14:paraId="62486C0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CD35F2" w:rsidR="0085747A" w:rsidTr="00923D7D" w14:paraId="0D776365" w14:textId="77777777">
        <w:tc>
          <w:tcPr>
            <w:tcW w:w="851" w:type="dxa"/>
            <w:vAlign w:val="center"/>
          </w:tcPr>
          <w:p w:rsidRPr="00CD35F2" w:rsidR="0085747A" w:rsidP="00CD35F2" w:rsidRDefault="0085747A" w14:paraId="5372B5A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CD35F2" w:rsidR="0085747A" w:rsidP="00CD35F2" w:rsidRDefault="00CD35F2" w14:paraId="418771B1" w14:textId="324C133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 wi</w:t>
            </w:r>
            <w:r w:rsidRPr="00CD35F2" w:rsidR="00A262F6">
              <w:rPr>
                <w:rFonts w:ascii="Corbel" w:hAnsi="Corbel"/>
                <w:b w:val="0"/>
                <w:sz w:val="24"/>
                <w:szCs w:val="24"/>
              </w:rPr>
              <w:t>edz</w:t>
            </w:r>
            <w:r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CD35F2" w:rsidR="00A262F6">
              <w:rPr>
                <w:rFonts w:ascii="Corbel" w:hAnsi="Corbel"/>
                <w:b w:val="0"/>
                <w:sz w:val="24"/>
                <w:szCs w:val="24"/>
              </w:rPr>
              <w:t xml:space="preserve"> z zakresu podstawowych pojęć w postępowaniu administracyjnym</w:t>
            </w:r>
          </w:p>
        </w:tc>
      </w:tr>
      <w:tr w:rsidRPr="00CD35F2" w:rsidR="0085747A" w:rsidTr="00923D7D" w14:paraId="7F7F5F77" w14:textId="77777777">
        <w:tc>
          <w:tcPr>
            <w:tcW w:w="851" w:type="dxa"/>
            <w:vAlign w:val="center"/>
          </w:tcPr>
          <w:p w:rsidRPr="00CD35F2" w:rsidR="0085747A" w:rsidP="00CD35F2" w:rsidRDefault="00A262F6" w14:paraId="550CF7E8" w14:textId="7777777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CD35F2" w:rsidR="0085747A" w:rsidP="00CD35F2" w:rsidRDefault="00CD35F2" w14:paraId="4E7AAB6B" w14:textId="2144D8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 z</w:t>
            </w:r>
            <w:r w:rsidRPr="00CD35F2" w:rsidR="00A262F6">
              <w:rPr>
                <w:rFonts w:ascii="Corbel" w:hAnsi="Corbel"/>
                <w:b w:val="0"/>
                <w:sz w:val="24"/>
                <w:szCs w:val="24"/>
              </w:rPr>
              <w:t>asady ogólne w postępowaniu administracyjnym</w:t>
            </w:r>
          </w:p>
        </w:tc>
      </w:tr>
      <w:tr w:rsidRPr="00CD35F2" w:rsidR="0085747A" w:rsidTr="00923D7D" w14:paraId="07118C10" w14:textId="77777777">
        <w:tc>
          <w:tcPr>
            <w:tcW w:w="851" w:type="dxa"/>
            <w:vAlign w:val="center"/>
          </w:tcPr>
          <w:p w:rsidRPr="00CD35F2" w:rsidR="0085747A" w:rsidP="00CD35F2" w:rsidRDefault="0085747A" w14:paraId="53C0B3C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CD35F2" w:rsidR="00A262F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CD35F2" w:rsidR="0085747A" w:rsidP="00CD35F2" w:rsidRDefault="00CD35F2" w14:paraId="74E8301F" w14:textId="1E6B139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Potrafi posługiwać się </w:t>
            </w:r>
            <w:r w:rsidRPr="00CD35F2" w:rsidR="00822E87">
              <w:rPr>
                <w:rFonts w:ascii="Corbel" w:hAnsi="Corbel"/>
                <w:b w:val="0"/>
                <w:sz w:val="24"/>
                <w:szCs w:val="24"/>
              </w:rPr>
              <w:t>Kodeks</w:t>
            </w:r>
            <w:r>
              <w:rPr>
                <w:rFonts w:ascii="Corbel" w:hAnsi="Corbel"/>
                <w:b w:val="0"/>
                <w:sz w:val="24"/>
                <w:szCs w:val="24"/>
              </w:rPr>
              <w:t>em</w:t>
            </w:r>
            <w:r w:rsidRPr="00CD35F2" w:rsidR="00822E87">
              <w:rPr>
                <w:rFonts w:ascii="Corbel" w:hAnsi="Corbel"/>
                <w:b w:val="0"/>
                <w:sz w:val="24"/>
                <w:szCs w:val="24"/>
              </w:rPr>
              <w:t xml:space="preserve"> Postępowania Administracyjnego jako źródł</w:t>
            </w:r>
            <w:r>
              <w:rPr>
                <w:rFonts w:ascii="Corbel" w:hAnsi="Corbel"/>
                <w:b w:val="0"/>
                <w:sz w:val="24"/>
                <w:szCs w:val="24"/>
              </w:rPr>
              <w:t>em</w:t>
            </w:r>
            <w:r w:rsidRPr="00CD35F2" w:rsidR="00822E87">
              <w:rPr>
                <w:rFonts w:ascii="Corbel" w:hAnsi="Corbel"/>
                <w:b w:val="0"/>
                <w:sz w:val="24"/>
                <w:szCs w:val="24"/>
              </w:rPr>
              <w:t xml:space="preserve"> prawa</w:t>
            </w:r>
          </w:p>
        </w:tc>
      </w:tr>
      <w:tr w:rsidRPr="00CD35F2" w:rsidR="00822E87" w:rsidTr="00923D7D" w14:paraId="20BD57ED" w14:textId="77777777">
        <w:tc>
          <w:tcPr>
            <w:tcW w:w="851" w:type="dxa"/>
            <w:vAlign w:val="center"/>
          </w:tcPr>
          <w:p w:rsidRPr="00CD35F2" w:rsidR="00822E87" w:rsidP="00CD35F2" w:rsidRDefault="00822E87" w14:paraId="7C12F91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CD35F2" w:rsidR="00822E87" w:rsidP="00CD35F2" w:rsidRDefault="00CD35F2" w14:paraId="636DA28E" w14:textId="6435D3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 w</w:t>
            </w:r>
            <w:r w:rsidRPr="00CD35F2" w:rsidR="00822E87">
              <w:rPr>
                <w:rFonts w:ascii="Corbel" w:hAnsi="Corbel"/>
                <w:b w:val="0"/>
                <w:sz w:val="24"/>
                <w:szCs w:val="24"/>
              </w:rPr>
              <w:t>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CD35F2" w:rsidR="00822E87">
              <w:rPr>
                <w:rFonts w:ascii="Corbel" w:hAnsi="Corbel"/>
                <w:b w:val="0"/>
                <w:sz w:val="24"/>
                <w:szCs w:val="24"/>
              </w:rPr>
              <w:t xml:space="preserve"> z zakresu procedur obowiązujących w postępowaniu administracyjnym</w:t>
            </w:r>
          </w:p>
        </w:tc>
      </w:tr>
      <w:tr w:rsidRPr="00CD35F2" w:rsidR="00822E87" w:rsidTr="00923D7D" w14:paraId="5F944595" w14:textId="77777777">
        <w:tc>
          <w:tcPr>
            <w:tcW w:w="851" w:type="dxa"/>
            <w:vAlign w:val="center"/>
          </w:tcPr>
          <w:p w:rsidRPr="00CD35F2" w:rsidR="00822E87" w:rsidP="00CD35F2" w:rsidRDefault="00822E87" w14:paraId="56E055E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Pr="00CD35F2" w:rsidR="00822E87" w:rsidP="00CD35F2" w:rsidRDefault="00CD35F2" w14:paraId="4C8ADF62" w14:textId="175A745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Zna procedury </w:t>
            </w:r>
            <w:r w:rsidRPr="00CD35F2" w:rsidR="00822E87">
              <w:rPr>
                <w:rFonts w:ascii="Corbel" w:hAnsi="Corbel"/>
                <w:b w:val="0"/>
                <w:sz w:val="24"/>
                <w:szCs w:val="24"/>
              </w:rPr>
              <w:t>z zakresu postępowania przed Sądami Administracyjnymi</w:t>
            </w:r>
          </w:p>
        </w:tc>
      </w:tr>
    </w:tbl>
    <w:p w:rsidRPr="00CD35F2" w:rsidR="0085747A" w:rsidP="00CD35F2" w:rsidRDefault="0085747A" w14:paraId="4101652C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Pr="00CD35F2" w:rsidR="001D7B54" w:rsidP="00CD35F2" w:rsidRDefault="009F4610" w14:paraId="3DDEBA1D" w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b/>
          <w:sz w:val="24"/>
          <w:szCs w:val="24"/>
        </w:rPr>
        <w:t xml:space="preserve">3.2 </w:t>
      </w:r>
      <w:r w:rsidRPr="00CD35F2" w:rsidR="001D7B54">
        <w:rPr>
          <w:rFonts w:ascii="Corbel" w:hAnsi="Corbel"/>
          <w:b/>
          <w:sz w:val="24"/>
          <w:szCs w:val="24"/>
        </w:rPr>
        <w:t xml:space="preserve">Efekty </w:t>
      </w:r>
      <w:r w:rsidRPr="00CD35F2" w:rsidR="00C05F44">
        <w:rPr>
          <w:rFonts w:ascii="Corbel" w:hAnsi="Corbel"/>
          <w:b/>
          <w:sz w:val="24"/>
          <w:szCs w:val="24"/>
        </w:rPr>
        <w:t xml:space="preserve">uczenia się </w:t>
      </w:r>
      <w:r w:rsidRPr="00CD35F2" w:rsidR="001D7B54">
        <w:rPr>
          <w:rFonts w:ascii="Corbel" w:hAnsi="Corbel"/>
          <w:b/>
          <w:sz w:val="24"/>
          <w:szCs w:val="24"/>
        </w:rPr>
        <w:t>dla przedmiotu</w:t>
      </w:r>
    </w:p>
    <w:p w:rsidRPr="00CD35F2" w:rsidR="001D7B54" w:rsidP="00CD35F2" w:rsidRDefault="001D7B54" w14:paraId="4B99056E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CD35F2" w:rsidR="0085747A" w:rsidTr="00CD35F2" w14:paraId="61F38664" w14:textId="77777777">
        <w:trPr>
          <w:trHeight w:val="970"/>
        </w:trPr>
        <w:tc>
          <w:tcPr>
            <w:tcW w:w="1679" w:type="dxa"/>
            <w:vAlign w:val="center"/>
          </w:tcPr>
          <w:p w:rsidRPr="00CD35F2" w:rsidR="0085747A" w:rsidP="00CD35F2" w:rsidRDefault="0085747A" w14:paraId="41C145E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smallCaps w:val="0"/>
                <w:szCs w:val="24"/>
              </w:rPr>
              <w:t>EK</w:t>
            </w:r>
            <w:r w:rsidRPr="00CD35F2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CD35F2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CD35F2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Pr="00CD35F2" w:rsidR="0085747A" w:rsidP="00CD35F2" w:rsidRDefault="0085747A" w14:paraId="1DEC560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CD35F2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CD35F2" w:rsidR="0085747A" w:rsidP="00CD35F2" w:rsidRDefault="0085747A" w14:paraId="1F352D2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D35F2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CD35F2" w:rsidR="00760600" w:rsidTr="00A428E0" w14:paraId="28DE584E" w14:textId="77777777">
        <w:tc>
          <w:tcPr>
            <w:tcW w:w="1679" w:type="dxa"/>
            <w:vAlign w:val="center"/>
          </w:tcPr>
          <w:p w:rsidRPr="00CD35F2" w:rsidR="00760600" w:rsidP="00CD35F2" w:rsidRDefault="00760600" w14:paraId="4FCA596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D35F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vAlign w:val="center"/>
          </w:tcPr>
          <w:p w:rsidRPr="00CD35F2" w:rsidR="00760600" w:rsidP="00CD35F2" w:rsidRDefault="00760600" w14:paraId="290B6E1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Posiada wiedzę z zakresu kompetencji organów administracji publicznej</w:t>
            </w:r>
          </w:p>
        </w:tc>
        <w:tc>
          <w:tcPr>
            <w:tcW w:w="1865" w:type="dxa"/>
            <w:vAlign w:val="center"/>
          </w:tcPr>
          <w:p w:rsidRPr="00CD35F2" w:rsidR="00760600" w:rsidP="00CD35F2" w:rsidRDefault="00760600" w14:paraId="3CFCD0C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CD35F2" w:rsidR="00760600" w:rsidTr="00A428E0" w14:paraId="7C9767E3" w14:textId="77777777">
        <w:tc>
          <w:tcPr>
            <w:tcW w:w="1679" w:type="dxa"/>
            <w:vAlign w:val="center"/>
          </w:tcPr>
          <w:p w:rsidRPr="00CD35F2" w:rsidR="00760600" w:rsidP="00CD35F2" w:rsidRDefault="00760600" w14:paraId="56A76B1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vAlign w:val="center"/>
          </w:tcPr>
          <w:p w:rsidRPr="00CD35F2" w:rsidR="00760600" w:rsidP="00CD35F2" w:rsidRDefault="00760600" w14:paraId="1714A15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Zna i rozumie podstawowe pojęcia z zakresu postępowania administracyjnego</w:t>
            </w:r>
          </w:p>
        </w:tc>
        <w:tc>
          <w:tcPr>
            <w:tcW w:w="1865" w:type="dxa"/>
            <w:vAlign w:val="center"/>
          </w:tcPr>
          <w:p w:rsidRPr="00CD35F2" w:rsidR="00760600" w:rsidP="00CD35F2" w:rsidRDefault="00760600" w14:paraId="2D0D476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CD35F2" w:rsidR="00EC3E3E" w:rsidTr="00A428E0" w14:paraId="29F38A1B" w14:textId="77777777">
        <w:tc>
          <w:tcPr>
            <w:tcW w:w="1679" w:type="dxa"/>
            <w:vAlign w:val="center"/>
          </w:tcPr>
          <w:p w:rsidRPr="00CD35F2" w:rsidR="00EC3E3E" w:rsidP="00CD35F2" w:rsidRDefault="00760600" w14:paraId="4196080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vAlign w:val="center"/>
          </w:tcPr>
          <w:p w:rsidRPr="00CD35F2" w:rsidR="00EC3E3E" w:rsidP="00CD35F2" w:rsidRDefault="00760600" w14:paraId="217CA59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Zdobytą wiedzę potrafi wykorzystać w naukach z zakresu bezpieczeństwa publicznego</w:t>
            </w:r>
          </w:p>
        </w:tc>
        <w:tc>
          <w:tcPr>
            <w:tcW w:w="1865" w:type="dxa"/>
            <w:vAlign w:val="center"/>
          </w:tcPr>
          <w:p w:rsidRPr="00CD35F2" w:rsidR="00EC3E3E" w:rsidP="00CD35F2" w:rsidRDefault="00A428E0" w14:paraId="600668D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CD35F2" w:rsidR="00EC3E3E">
              <w:rPr>
                <w:rFonts w:ascii="Corbel" w:hAnsi="Corbel"/>
                <w:b w:val="0"/>
                <w:smallCaps w:val="0"/>
                <w:szCs w:val="24"/>
              </w:rPr>
              <w:t>W06</w:t>
            </w:r>
          </w:p>
        </w:tc>
      </w:tr>
      <w:tr w:rsidRPr="00CD35F2" w:rsidR="0085747A" w:rsidTr="00A428E0" w14:paraId="01B15B4F" w14:textId="77777777">
        <w:tc>
          <w:tcPr>
            <w:tcW w:w="1679" w:type="dxa"/>
          </w:tcPr>
          <w:p w:rsidRPr="00CD35F2" w:rsidR="0085747A" w:rsidP="00CD35F2" w:rsidRDefault="00760600" w14:paraId="78C3198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Pr="00CD35F2" w:rsidR="0085747A" w:rsidP="00CD35F2" w:rsidRDefault="00822E87" w14:paraId="78B5DF7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Zdobytą wiedzę potrafi wykorzystać do rozwiązywania kazusów z zakresu postępowania administracyjnego </w:t>
            </w:r>
          </w:p>
        </w:tc>
        <w:tc>
          <w:tcPr>
            <w:tcW w:w="1865" w:type="dxa"/>
          </w:tcPr>
          <w:p w:rsidRPr="00CD35F2" w:rsidR="0085747A" w:rsidP="00CD35F2" w:rsidRDefault="00460910" w14:paraId="17B67F8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D35F2" w:rsidR="00A428E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D35F2">
              <w:rPr>
                <w:rFonts w:ascii="Corbel" w:hAnsi="Corbel"/>
                <w:b w:val="0"/>
                <w:smallCaps w:val="0"/>
                <w:szCs w:val="24"/>
              </w:rPr>
              <w:t>U12</w:t>
            </w:r>
          </w:p>
        </w:tc>
      </w:tr>
      <w:tr w:rsidRPr="00CD35F2" w:rsidR="00A428E0" w:rsidTr="00A428E0" w14:paraId="75468132" w14:textId="77777777">
        <w:tc>
          <w:tcPr>
            <w:tcW w:w="1679" w:type="dxa"/>
          </w:tcPr>
          <w:p w:rsidRPr="00CD35F2" w:rsidR="00A428E0" w:rsidP="00CD35F2" w:rsidRDefault="00760600" w14:paraId="7435726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Pr="00CD35F2" w:rsidR="00A428E0" w:rsidP="00CD35F2" w:rsidRDefault="00760600" w14:paraId="42AFF8D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Rozumie konieczność i potrzebę uaktualniania wiedzy z zakresu postępowania administracyjnego w celu poprawnego interpretowania przepisów prawa, wyciągania wniosków i formułowania konkluzji</w:t>
            </w:r>
          </w:p>
        </w:tc>
        <w:tc>
          <w:tcPr>
            <w:tcW w:w="1865" w:type="dxa"/>
          </w:tcPr>
          <w:p w:rsidRPr="00CD35F2" w:rsidR="00A428E0" w:rsidP="00CD35F2" w:rsidRDefault="00A428E0" w14:paraId="2585C34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Pr="00CD35F2" w:rsidR="00A428E0" w:rsidTr="00A428E0" w14:paraId="21D8FC1D" w14:textId="77777777">
        <w:tc>
          <w:tcPr>
            <w:tcW w:w="1679" w:type="dxa"/>
          </w:tcPr>
          <w:p w:rsidRPr="00CD35F2" w:rsidR="00A428E0" w:rsidP="00CD35F2" w:rsidRDefault="00760600" w14:paraId="139A521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Pr="00CD35F2" w:rsidR="00A428E0" w:rsidP="00CD35F2" w:rsidRDefault="00426E30" w14:paraId="3548AF1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Potrafi określić poziom posiadanej wiedzy w celu uzupełnienia wiadomości</w:t>
            </w:r>
          </w:p>
        </w:tc>
        <w:tc>
          <w:tcPr>
            <w:tcW w:w="1865" w:type="dxa"/>
          </w:tcPr>
          <w:p w:rsidRPr="00CD35F2" w:rsidR="00A428E0" w:rsidP="00CD35F2" w:rsidRDefault="00A428E0" w14:paraId="44B6996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Pr="00CD35F2" w:rsidR="0085747A" w:rsidP="00CD35F2" w:rsidRDefault="0085747A" w14:paraId="1299C43A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CD35F2" w:rsidR="0085747A" w:rsidP="00CD35F2" w:rsidRDefault="00675843" w14:paraId="5B09A05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D35F2">
        <w:rPr>
          <w:rFonts w:ascii="Corbel" w:hAnsi="Corbel"/>
          <w:b/>
          <w:sz w:val="24"/>
          <w:szCs w:val="24"/>
        </w:rPr>
        <w:t>3.3</w:t>
      </w:r>
      <w:r w:rsidRPr="00CD35F2" w:rsidR="0085747A">
        <w:rPr>
          <w:rFonts w:ascii="Corbel" w:hAnsi="Corbel"/>
          <w:b/>
          <w:sz w:val="24"/>
          <w:szCs w:val="24"/>
        </w:rPr>
        <w:t>T</w:t>
      </w:r>
      <w:r w:rsidRPr="00CD35F2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CD35F2" w:rsidR="0085747A" w:rsidP="00CD35F2" w:rsidRDefault="0085747A" w14:paraId="4DDBEF00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CD35F2" w:rsidR="0085747A" w:rsidP="00CD35F2" w:rsidRDefault="0085747A" w14:paraId="2551362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CD35F2" w:rsidR="009F4610">
        <w:rPr>
          <w:rFonts w:ascii="Corbel" w:hAnsi="Corbel"/>
          <w:sz w:val="24"/>
          <w:szCs w:val="24"/>
        </w:rPr>
        <w:t xml:space="preserve">, </w:t>
      </w:r>
      <w:r w:rsidRPr="00CD35F2">
        <w:rPr>
          <w:rFonts w:ascii="Corbel" w:hAnsi="Corbel"/>
          <w:sz w:val="24"/>
          <w:szCs w:val="24"/>
        </w:rPr>
        <w:t xml:space="preserve">zajęć praktycznych </w:t>
      </w:r>
    </w:p>
    <w:p w:rsidRPr="00CD35F2" w:rsidR="0085747A" w:rsidP="00CD35F2" w:rsidRDefault="0085747A" w14:paraId="3461D779" w14:textId="77777777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CD35F2" w:rsidR="0085747A" w:rsidTr="00923D7D" w14:paraId="587EA2A8" w14:textId="77777777">
        <w:tc>
          <w:tcPr>
            <w:tcW w:w="9639" w:type="dxa"/>
          </w:tcPr>
          <w:p w:rsidRPr="00CD35F2" w:rsidR="0085747A" w:rsidP="00CD35F2" w:rsidRDefault="0085747A" w14:paraId="35113026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CD35F2" w:rsidR="0085747A" w:rsidTr="00923D7D" w14:paraId="5271A875" w14:textId="77777777">
        <w:tc>
          <w:tcPr>
            <w:tcW w:w="9639" w:type="dxa"/>
          </w:tcPr>
          <w:p w:rsidRPr="00CD35F2" w:rsidR="0085747A" w:rsidP="00CD35F2" w:rsidRDefault="003F5C87" w14:paraId="568AC93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Zakres obowiązywania Kodeksu Postępowania Administracyjnego</w:t>
            </w:r>
          </w:p>
        </w:tc>
      </w:tr>
      <w:tr w:rsidRPr="00CD35F2" w:rsidR="0085747A" w:rsidTr="00923D7D" w14:paraId="28AD7C07" w14:textId="77777777">
        <w:tc>
          <w:tcPr>
            <w:tcW w:w="9639" w:type="dxa"/>
          </w:tcPr>
          <w:p w:rsidRPr="00CD35F2" w:rsidR="0085747A" w:rsidP="00CD35F2" w:rsidRDefault="003F5C87" w14:paraId="040006B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Charakterystyka postępowań administracyjnych</w:t>
            </w:r>
          </w:p>
        </w:tc>
      </w:tr>
      <w:tr w:rsidRPr="00CD35F2" w:rsidR="0085747A" w:rsidTr="00923D7D" w14:paraId="55B9E88F" w14:textId="77777777">
        <w:tc>
          <w:tcPr>
            <w:tcW w:w="9639" w:type="dxa"/>
          </w:tcPr>
          <w:p w:rsidRPr="00CD35F2" w:rsidR="0085747A" w:rsidP="00CD35F2" w:rsidRDefault="003F5C87" w14:paraId="7000C5A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Zasady ogólne w postępowaniu administracyjnym</w:t>
            </w:r>
          </w:p>
        </w:tc>
      </w:tr>
      <w:tr w:rsidRPr="00CD35F2" w:rsidR="003F5C87" w:rsidTr="00923D7D" w14:paraId="45CAAB03" w14:textId="77777777">
        <w:tc>
          <w:tcPr>
            <w:tcW w:w="9639" w:type="dxa"/>
          </w:tcPr>
          <w:p w:rsidRPr="00CD35F2" w:rsidR="003F5C87" w:rsidP="00CD35F2" w:rsidRDefault="003F5C87" w14:paraId="0C2E4FF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Strona w postępowaniu administracyjnym</w:t>
            </w:r>
          </w:p>
        </w:tc>
      </w:tr>
      <w:tr w:rsidRPr="00CD35F2" w:rsidR="003F5C87" w:rsidTr="00923D7D" w14:paraId="76524C46" w14:textId="77777777">
        <w:tc>
          <w:tcPr>
            <w:tcW w:w="9639" w:type="dxa"/>
          </w:tcPr>
          <w:p w:rsidRPr="00CD35F2" w:rsidR="003F5C87" w:rsidP="00CD35F2" w:rsidRDefault="003F5C87" w14:paraId="1BD9176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Wszczęcie postępowania administracyjnego</w:t>
            </w:r>
          </w:p>
        </w:tc>
      </w:tr>
      <w:tr w:rsidRPr="00CD35F2" w:rsidR="003F5C87" w:rsidTr="00923D7D" w14:paraId="6F59F69F" w14:textId="77777777">
        <w:tc>
          <w:tcPr>
            <w:tcW w:w="9639" w:type="dxa"/>
          </w:tcPr>
          <w:p w:rsidRPr="00CD35F2" w:rsidR="003F5C87" w:rsidP="00CD35F2" w:rsidRDefault="003F5C87" w14:paraId="41950CD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Czynności procesowe</w:t>
            </w:r>
          </w:p>
        </w:tc>
      </w:tr>
      <w:tr w:rsidRPr="00CD35F2" w:rsidR="003F5C87" w:rsidTr="00923D7D" w14:paraId="5CAEB315" w14:textId="77777777">
        <w:tc>
          <w:tcPr>
            <w:tcW w:w="9639" w:type="dxa"/>
          </w:tcPr>
          <w:p w:rsidRPr="00CD35F2" w:rsidR="003F5C87" w:rsidP="00CD35F2" w:rsidRDefault="003F5C87" w14:paraId="09BF520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Postępowanie dowodowe</w:t>
            </w:r>
          </w:p>
        </w:tc>
      </w:tr>
      <w:tr w:rsidRPr="00CD35F2" w:rsidR="003F5C87" w:rsidTr="00923D7D" w14:paraId="612B7249" w14:textId="77777777">
        <w:tc>
          <w:tcPr>
            <w:tcW w:w="9639" w:type="dxa"/>
          </w:tcPr>
          <w:p w:rsidRPr="00CD35F2" w:rsidR="003F5C87" w:rsidP="00CD35F2" w:rsidRDefault="003F5C87" w14:paraId="59E3D76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lastRenderedPageBreak/>
              <w:t>Decyzja administracyjna</w:t>
            </w:r>
          </w:p>
        </w:tc>
      </w:tr>
      <w:tr w:rsidRPr="00CD35F2" w:rsidR="003F5C87" w:rsidTr="00923D7D" w14:paraId="41AEE88A" w14:textId="77777777">
        <w:tc>
          <w:tcPr>
            <w:tcW w:w="9639" w:type="dxa"/>
          </w:tcPr>
          <w:p w:rsidRPr="00CD35F2" w:rsidR="003F5C87" w:rsidP="00CD35F2" w:rsidRDefault="003F5C87" w14:paraId="4A90CB8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Wznowienie postępowania administracyjnego</w:t>
            </w:r>
          </w:p>
        </w:tc>
      </w:tr>
      <w:tr w:rsidRPr="00CD35F2" w:rsidR="003F5C87" w:rsidTr="00923D7D" w14:paraId="1D98093E" w14:textId="77777777">
        <w:tc>
          <w:tcPr>
            <w:tcW w:w="9639" w:type="dxa"/>
          </w:tcPr>
          <w:p w:rsidRPr="00CD35F2" w:rsidR="003F5C87" w:rsidP="00CD35F2" w:rsidRDefault="003F5C87" w14:paraId="0FE2ADB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Sądownictwo administracyjne</w:t>
            </w:r>
          </w:p>
        </w:tc>
      </w:tr>
    </w:tbl>
    <w:p w:rsidRPr="00CD35F2" w:rsidR="0085747A" w:rsidP="00CD35F2" w:rsidRDefault="0085747A" w14:paraId="3CF2D8B6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CD35F2" w:rsidR="003F5C87" w:rsidP="00CD35F2" w:rsidRDefault="003F5C87" w14:paraId="0FB78278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CD35F2" w:rsidR="0085747A" w:rsidP="00CD35F2" w:rsidRDefault="009F4610" w14:paraId="163B82D2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3.4 Metody dydaktyczne</w:t>
      </w:r>
    </w:p>
    <w:p w:rsidRPr="00CD35F2" w:rsidR="0085747A" w:rsidP="00CD35F2" w:rsidRDefault="0085747A" w14:paraId="1FC39945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E21E7D" w:rsidP="00CD35F2" w:rsidRDefault="00153C41" w14:paraId="79074D36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b w:val="0"/>
          <w:smallCaps w:val="0"/>
          <w:szCs w:val="24"/>
        </w:rPr>
        <w:t>N</w:t>
      </w:r>
      <w:r w:rsidRPr="00CD35F2" w:rsidR="0085747A">
        <w:rPr>
          <w:rFonts w:ascii="Corbel" w:hAnsi="Corbel"/>
          <w:b w:val="0"/>
          <w:smallCaps w:val="0"/>
          <w:szCs w:val="24"/>
        </w:rPr>
        <w:t>p</w:t>
      </w:r>
      <w:r w:rsidRPr="00CD35F2" w:rsidR="0085747A">
        <w:rPr>
          <w:rFonts w:ascii="Corbel" w:hAnsi="Corbel"/>
          <w:szCs w:val="24"/>
        </w:rPr>
        <w:t>.:</w:t>
      </w:r>
    </w:p>
    <w:p w:rsidRPr="00CD35F2" w:rsidR="00153C41" w:rsidP="00CD35F2" w:rsidRDefault="00153C41" w14:paraId="0F30E40B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D35F2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CD35F2" w:rsidR="009F4610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Pr="00CD35F2" w:rsidR="00923D7D">
        <w:rPr>
          <w:rFonts w:ascii="Corbel" w:hAnsi="Corbel"/>
          <w:b w:val="0"/>
          <w:i/>
          <w:smallCaps w:val="0"/>
          <w:szCs w:val="24"/>
        </w:rPr>
        <w:t>tekstów z dyskusją</w:t>
      </w:r>
      <w:r w:rsidRPr="00CD35F2" w:rsidR="00CE276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CD35F2" w:rsidR="00923D7D">
        <w:rPr>
          <w:rFonts w:ascii="Corbel" w:hAnsi="Corbel"/>
          <w:b w:val="0"/>
          <w:i/>
          <w:smallCaps w:val="0"/>
          <w:szCs w:val="24"/>
        </w:rPr>
        <w:t>,</w:t>
      </w:r>
      <w:r w:rsidRPr="00CD35F2" w:rsidR="001718A7">
        <w:rPr>
          <w:rFonts w:ascii="Corbel" w:hAnsi="Corbel"/>
          <w:b w:val="0"/>
          <w:i/>
          <w:smallCaps w:val="0"/>
          <w:szCs w:val="24"/>
        </w:rPr>
        <w:t>praca w </w:t>
      </w:r>
      <w:r w:rsidRPr="00CD35F2" w:rsidR="0085747A">
        <w:rPr>
          <w:rFonts w:ascii="Corbel" w:hAnsi="Corbel"/>
          <w:b w:val="0"/>
          <w:i/>
          <w:smallCaps w:val="0"/>
          <w:szCs w:val="24"/>
        </w:rPr>
        <w:t>grupach</w:t>
      </w:r>
      <w:r w:rsidRPr="00CD35F2" w:rsidR="0071620A">
        <w:rPr>
          <w:rFonts w:ascii="Corbel" w:hAnsi="Corbel"/>
          <w:b w:val="0"/>
          <w:i/>
          <w:smallCaps w:val="0"/>
          <w:szCs w:val="24"/>
        </w:rPr>
        <w:t xml:space="preserve"> (</w:t>
      </w:r>
      <w:r w:rsidRPr="00CD35F2" w:rsidR="0085747A">
        <w:rPr>
          <w:rFonts w:ascii="Corbel" w:hAnsi="Corbel"/>
          <w:b w:val="0"/>
          <w:i/>
          <w:smallCaps w:val="0"/>
          <w:szCs w:val="24"/>
        </w:rPr>
        <w:t>rozwiązywanie zadań</w:t>
      </w:r>
      <w:r w:rsidRPr="00CD35F2" w:rsidR="0071620A">
        <w:rPr>
          <w:rFonts w:ascii="Corbel" w:hAnsi="Corbel"/>
          <w:b w:val="0"/>
          <w:i/>
          <w:smallCaps w:val="0"/>
          <w:szCs w:val="24"/>
        </w:rPr>
        <w:t>,)</w:t>
      </w:r>
    </w:p>
    <w:p w:rsidRPr="00CD35F2" w:rsidR="0085747A" w:rsidP="00CD35F2" w:rsidRDefault="0085747A" w14:paraId="0562CB0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E960BB" w:rsidP="00CD35F2" w:rsidRDefault="00E960BB" w14:paraId="34CE0A41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CD35F2" w:rsidR="0085747A" w:rsidP="00CD35F2" w:rsidRDefault="00C61DC5" w14:paraId="77FB1868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 xml:space="preserve">4. </w:t>
      </w:r>
      <w:r w:rsidRPr="00CD35F2" w:rsidR="0085747A">
        <w:rPr>
          <w:rFonts w:ascii="Corbel" w:hAnsi="Corbel"/>
          <w:smallCaps w:val="0"/>
          <w:szCs w:val="24"/>
        </w:rPr>
        <w:t>METODY I KRYTERIA OCENY</w:t>
      </w:r>
    </w:p>
    <w:p w:rsidRPr="00CD35F2" w:rsidR="00923D7D" w:rsidP="00CD35F2" w:rsidRDefault="00923D7D" w14:paraId="62EBF3C5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CD35F2" w:rsidR="0085747A" w:rsidP="00CD35F2" w:rsidRDefault="0085747A" w14:paraId="53742ADA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 xml:space="preserve">4.1 Sposoby weryfikacji efektów </w:t>
      </w:r>
      <w:r w:rsidRPr="00CD35F2" w:rsidR="00C05F44">
        <w:rPr>
          <w:rFonts w:ascii="Corbel" w:hAnsi="Corbel"/>
          <w:smallCaps w:val="0"/>
          <w:szCs w:val="24"/>
        </w:rPr>
        <w:t>uczenia się</w:t>
      </w:r>
    </w:p>
    <w:p w:rsidRPr="00CD35F2" w:rsidR="0085747A" w:rsidP="00CD35F2" w:rsidRDefault="0085747A" w14:paraId="6D98A12B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CD35F2" w:rsidR="0085747A" w:rsidTr="11E98133" w14:paraId="3CD72C34" w14:textId="77777777">
        <w:tc>
          <w:tcPr>
            <w:tcW w:w="1985" w:type="dxa"/>
            <w:vAlign w:val="center"/>
          </w:tcPr>
          <w:p w:rsidRPr="00CD35F2" w:rsidR="0085747A" w:rsidP="00CD35F2" w:rsidRDefault="0071620A" w14:paraId="59C1A4F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CD35F2" w:rsidR="0085747A" w:rsidP="00CD35F2" w:rsidRDefault="00F974DA" w14:paraId="4796215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CD35F2" w:rsidR="0085747A" w:rsidP="00CD35F2" w:rsidRDefault="009F4610" w14:paraId="12080E0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CD35F2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CD35F2" w:rsidR="00923D7D" w:rsidP="00CD35F2" w:rsidRDefault="0085747A" w14:paraId="4DA5CD0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CD35F2" w:rsidR="0085747A" w:rsidP="00CD35F2" w:rsidRDefault="0085747A" w14:paraId="5257429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D35F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D35F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CD35F2" w:rsidR="0085747A" w:rsidTr="11E98133" w14:paraId="1B6B4212" w14:textId="77777777">
        <w:tc>
          <w:tcPr>
            <w:tcW w:w="1985" w:type="dxa"/>
          </w:tcPr>
          <w:p w:rsidRPr="00CD35F2" w:rsidR="0085747A" w:rsidP="00CD35F2" w:rsidRDefault="0085747A" w14:paraId="1736856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35F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D35F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CD35F2" w:rsidR="0085747A" w:rsidP="00CD35F2" w:rsidRDefault="00460910" w14:paraId="759AE45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26" w:type="dxa"/>
          </w:tcPr>
          <w:p w:rsidRPr="00CD35F2" w:rsidR="0085747A" w:rsidP="00CD35F2" w:rsidRDefault="4F205D5E" w14:paraId="23D11BFB" w14:textId="478FBB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</w:t>
            </w:r>
            <w:r w:rsidRPr="00CD35F2" w:rsidR="43CF6E1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CD35F2" w:rsidR="0085747A" w:rsidTr="11E98133" w14:paraId="3CFA1442" w14:textId="77777777">
        <w:tc>
          <w:tcPr>
            <w:tcW w:w="1985" w:type="dxa"/>
          </w:tcPr>
          <w:p w:rsidRPr="00CD35F2" w:rsidR="0085747A" w:rsidP="00CD35F2" w:rsidRDefault="0085747A" w14:paraId="727CF0E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CD35F2" w:rsidR="0085747A" w:rsidP="00CD35F2" w:rsidRDefault="00460910" w14:paraId="5FD1890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26" w:type="dxa"/>
          </w:tcPr>
          <w:p w:rsidRPr="00CD35F2" w:rsidR="0085747A" w:rsidP="00CD35F2" w:rsidRDefault="4F205D5E" w14:paraId="29D4CA53" w14:textId="2DFB57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</w:t>
            </w:r>
            <w:r w:rsidRPr="00CD35F2" w:rsidR="47B7D12E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CD35F2" w:rsidR="00460910" w:rsidTr="11E98133" w14:paraId="0E6570E4" w14:textId="77777777">
        <w:tc>
          <w:tcPr>
            <w:tcW w:w="1985" w:type="dxa"/>
          </w:tcPr>
          <w:p w:rsidRPr="00CD35F2" w:rsidR="00460910" w:rsidP="00CD35F2" w:rsidRDefault="00460910" w14:paraId="002D746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CD35F2" w:rsidR="00460910" w:rsidP="00CD35F2" w:rsidRDefault="00460910" w14:paraId="7A7891D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</w:t>
            </w:r>
            <w:r w:rsidRPr="00CD35F2" w:rsidR="00CE2760"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26" w:type="dxa"/>
          </w:tcPr>
          <w:p w:rsidRPr="00CD35F2" w:rsidR="00460910" w:rsidP="00CD35F2" w:rsidRDefault="4F205D5E" w14:paraId="2350222F" w14:textId="681FDE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</w:t>
            </w:r>
            <w:r w:rsidRPr="00CD35F2" w:rsidR="57F6615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CD35F2" w:rsidR="004C7F72" w:rsidTr="11E98133" w14:paraId="36849FD8" w14:textId="77777777">
        <w:tc>
          <w:tcPr>
            <w:tcW w:w="1985" w:type="dxa"/>
          </w:tcPr>
          <w:p w:rsidRPr="00CD35F2" w:rsidR="004C7F72" w:rsidP="00CD35F2" w:rsidRDefault="19480D70" w14:paraId="7C48FB8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35F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D35F2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:rsidRPr="00CD35F2" w:rsidR="004C7F72" w:rsidP="00CD35F2" w:rsidRDefault="19480D70" w14:paraId="137BFE5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26" w:type="dxa"/>
          </w:tcPr>
          <w:p w:rsidRPr="00CD35F2" w:rsidR="004C7F72" w:rsidP="00CD35F2" w:rsidRDefault="0A13F421" w14:paraId="7B5B3080" w14:textId="6A71D3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</w:t>
            </w:r>
            <w:r w:rsidRPr="00CD35F2" w:rsidR="4F90357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CD35F2" w:rsidR="004C7F72" w:rsidTr="11E98133" w14:paraId="2C959559" w14:textId="77777777">
        <w:tc>
          <w:tcPr>
            <w:tcW w:w="1985" w:type="dxa"/>
          </w:tcPr>
          <w:p w:rsidRPr="00CD35F2" w:rsidR="004C7F72" w:rsidP="00CD35F2" w:rsidRDefault="19480D70" w14:paraId="530F3D0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Pr="00CD35F2" w:rsidR="004C7F72" w:rsidP="00CD35F2" w:rsidRDefault="19480D70" w14:paraId="09E6218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26" w:type="dxa"/>
          </w:tcPr>
          <w:p w:rsidRPr="00CD35F2" w:rsidR="004C7F72" w:rsidP="00CD35F2" w:rsidRDefault="0A13F421" w14:paraId="5C8FD44A" w14:textId="476070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</w:t>
            </w:r>
            <w:r w:rsidRPr="00CD35F2" w:rsidR="37AAA55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CD35F2" w:rsidR="004C7F72" w:rsidTr="11E98133" w14:paraId="23BB0166" w14:textId="77777777">
        <w:tc>
          <w:tcPr>
            <w:tcW w:w="1985" w:type="dxa"/>
          </w:tcPr>
          <w:p w:rsidRPr="00CD35F2" w:rsidR="004C7F72" w:rsidP="00CD35F2" w:rsidRDefault="19480D70" w14:paraId="1E73F49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CD35F2" w:rsidR="004C7F72" w:rsidP="00CD35F2" w:rsidRDefault="19480D70" w14:paraId="204C067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26" w:type="dxa"/>
          </w:tcPr>
          <w:p w:rsidRPr="00CD35F2" w:rsidR="004C7F72" w:rsidP="00CD35F2" w:rsidRDefault="0A13F421" w14:paraId="7AF4904D" w14:textId="423805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</w:t>
            </w:r>
            <w:r w:rsidRPr="00CD35F2" w:rsidR="41EA169C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CD35F2" w:rsidR="00923D7D" w:rsidP="00CD35F2" w:rsidRDefault="00923D7D" w14:paraId="2946DB8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85747A" w:rsidP="00CD35F2" w:rsidRDefault="003E1941" w14:paraId="055156CD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 xml:space="preserve">4.2 </w:t>
      </w:r>
      <w:r w:rsidRPr="00CD35F2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CD35F2" w:rsidR="00923D7D" w:rsidP="00CD35F2" w:rsidRDefault="00923D7D" w14:paraId="5997CC1D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CD35F2" w:rsidR="0085747A" w:rsidTr="00923D7D" w14:paraId="318FDB5D" w14:textId="77777777">
        <w:tc>
          <w:tcPr>
            <w:tcW w:w="9670" w:type="dxa"/>
          </w:tcPr>
          <w:p w:rsidRPr="00CD35F2" w:rsidR="0085747A" w:rsidP="00CD35F2" w:rsidRDefault="002415B7" w14:paraId="2B327B5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CD35F2" w:rsidR="00460910">
              <w:rPr>
                <w:rFonts w:ascii="Corbel" w:hAnsi="Corbel"/>
                <w:b w:val="0"/>
                <w:smallCaps w:val="0"/>
                <w:szCs w:val="24"/>
              </w:rPr>
              <w:t>ktywny udział w zajęciach, otrzymanie pozytywnej oceny z kolokwium</w:t>
            </w:r>
          </w:p>
          <w:p w:rsidRPr="00CD35F2" w:rsidR="00923D7D" w:rsidP="00CD35F2" w:rsidRDefault="00923D7D" w14:paraId="110FFD3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CD35F2" w:rsidR="0085747A" w:rsidP="00CD35F2" w:rsidRDefault="0085747A" w14:paraId="6B69937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CD35F2" w:rsidR="0085747A" w:rsidP="00CD35F2" w:rsidRDefault="0085747A" w14:paraId="3FE9F23F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9F4610" w:rsidP="00CD35F2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D35F2">
        <w:rPr>
          <w:rFonts w:ascii="Corbel" w:hAnsi="Corbel"/>
          <w:b/>
          <w:sz w:val="24"/>
          <w:szCs w:val="24"/>
        </w:rPr>
        <w:t xml:space="preserve">5. </w:t>
      </w:r>
      <w:r w:rsidRPr="00CD35F2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CD35F2" w:rsidR="0085747A" w:rsidP="00CD35F2" w:rsidRDefault="0085747A" w14:paraId="1F72F646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CD35F2" w:rsidR="0085747A" w:rsidTr="3126CF10" w14:paraId="3808A828" w14:textId="77777777">
        <w:tc>
          <w:tcPr>
            <w:tcW w:w="4962" w:type="dxa"/>
            <w:tcMar/>
            <w:vAlign w:val="center"/>
          </w:tcPr>
          <w:p w:rsidRPr="00CD35F2" w:rsidR="0085747A" w:rsidP="00CD35F2" w:rsidRDefault="00C61DC5" w14:paraId="4C452BB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35F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CD35F2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D35F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CD35F2" w:rsidR="0085747A" w:rsidP="00CD35F2" w:rsidRDefault="00C61DC5" w14:paraId="227268D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35F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CD35F2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D35F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CD35F2" w:rsidR="0085747A" w:rsidTr="3126CF10" w14:paraId="33247FDA" w14:textId="77777777">
        <w:tc>
          <w:tcPr>
            <w:tcW w:w="4962" w:type="dxa"/>
            <w:tcMar/>
          </w:tcPr>
          <w:p w:rsidRPr="00CD35F2" w:rsidR="0085747A" w:rsidP="00CD35F2" w:rsidRDefault="00C61DC5" w14:paraId="1943409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G</w:t>
            </w:r>
            <w:r w:rsidRPr="00CD35F2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D35F2">
              <w:rPr>
                <w:rFonts w:ascii="Corbel" w:hAnsi="Corbel"/>
                <w:sz w:val="24"/>
                <w:szCs w:val="24"/>
              </w:rPr>
              <w:t>kontaktowe</w:t>
            </w:r>
            <w:r w:rsidRPr="00CD35F2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D35F2">
              <w:rPr>
                <w:rFonts w:ascii="Corbel" w:hAnsi="Corbel"/>
                <w:sz w:val="24"/>
                <w:szCs w:val="24"/>
              </w:rPr>
              <w:t>ynikające</w:t>
            </w:r>
            <w:r w:rsidRPr="00CD35F2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CD35F2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D35F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CD35F2" w:rsidR="0085747A" w:rsidP="00CD35F2" w:rsidRDefault="00AA2C3E" w14:paraId="60DA321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CD35F2" w:rsidR="00C61DC5" w:rsidTr="3126CF10" w14:paraId="370080A6" w14:textId="77777777">
        <w:tc>
          <w:tcPr>
            <w:tcW w:w="4962" w:type="dxa"/>
            <w:tcMar/>
          </w:tcPr>
          <w:p w:rsidRPr="00CD35F2" w:rsidR="00C61DC5" w:rsidP="00CD35F2" w:rsidRDefault="00C61DC5" w14:paraId="2750A6C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CD35F2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CD35F2" w:rsidR="00C61DC5" w:rsidP="00CD35F2" w:rsidRDefault="00C61DC5" w14:paraId="49ABEFC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CD35F2" w:rsidR="00C61DC5" w:rsidP="00CD35F2" w:rsidRDefault="00460910" w14:paraId="78941E4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CD35F2" w:rsidR="00C61DC5" w:rsidTr="3126CF10" w14:paraId="3457159C" w14:textId="77777777">
        <w:tc>
          <w:tcPr>
            <w:tcW w:w="4962" w:type="dxa"/>
            <w:tcMar/>
          </w:tcPr>
          <w:p w:rsidRPr="00CD35F2" w:rsidR="0071620A" w:rsidP="00CD35F2" w:rsidRDefault="00C61DC5" w14:paraId="7660431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D35F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D35F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CD35F2" w:rsidR="00C61DC5" w:rsidP="00CD35F2" w:rsidRDefault="00C61DC5" w14:paraId="1937B81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CD35F2" w:rsidR="00C61DC5" w:rsidP="00CD35F2" w:rsidRDefault="00AA2C3E" w14:paraId="4BFDD700" w14:textId="386A42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126CF10" w:rsidR="65A0FE4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CD35F2" w:rsidR="0085747A" w:rsidTr="3126CF10" w14:paraId="00D7B6FD" w14:textId="77777777">
        <w:tc>
          <w:tcPr>
            <w:tcW w:w="4962" w:type="dxa"/>
            <w:tcMar/>
          </w:tcPr>
          <w:p w:rsidRPr="00CD35F2" w:rsidR="0085747A" w:rsidP="00CD35F2" w:rsidRDefault="0085747A" w14:paraId="3D4B272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CD35F2" w:rsidR="0085747A" w:rsidP="00CD35F2" w:rsidRDefault="00AA2C3E" w14:paraId="174B1212" w14:textId="41B682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126CF10" w:rsidR="00AA2C3E">
              <w:rPr>
                <w:rFonts w:ascii="Corbel" w:hAnsi="Corbel"/>
                <w:sz w:val="24"/>
                <w:szCs w:val="24"/>
              </w:rPr>
              <w:t>6</w:t>
            </w:r>
            <w:r w:rsidRPr="3126CF10" w:rsidR="698A227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CD35F2" w:rsidR="0085747A" w:rsidTr="3126CF10" w14:paraId="0AD00C0E" w14:textId="77777777">
        <w:tc>
          <w:tcPr>
            <w:tcW w:w="4962" w:type="dxa"/>
            <w:tcMar/>
          </w:tcPr>
          <w:p w:rsidRPr="00CD35F2" w:rsidR="0085747A" w:rsidP="00CD35F2" w:rsidRDefault="0085747A" w14:paraId="5FD1C35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35F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CD35F2" w:rsidR="0085747A" w:rsidP="00CD35F2" w:rsidRDefault="00460910" w14:paraId="7144751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CD35F2" w:rsidR="0085747A" w:rsidP="00CD35F2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D35F2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CD35F2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CD35F2" w:rsidR="002415B7" w:rsidP="00CD35F2" w:rsidRDefault="002415B7" w14:paraId="23DE523C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85747A" w:rsidP="00CD35F2" w:rsidRDefault="0071620A" w14:paraId="40334C7B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lastRenderedPageBreak/>
        <w:t xml:space="preserve">6. </w:t>
      </w:r>
      <w:r w:rsidRPr="00CD35F2" w:rsidR="0085747A">
        <w:rPr>
          <w:rFonts w:ascii="Corbel" w:hAnsi="Corbel"/>
          <w:smallCaps w:val="0"/>
          <w:szCs w:val="24"/>
        </w:rPr>
        <w:t>PRAKTYKI ZAWO</w:t>
      </w:r>
      <w:r w:rsidRPr="00CD35F2" w:rsidR="009D3F3B">
        <w:rPr>
          <w:rFonts w:ascii="Corbel" w:hAnsi="Corbel"/>
          <w:smallCaps w:val="0"/>
          <w:szCs w:val="24"/>
        </w:rPr>
        <w:t>DOWE W RAMACH PRZEDMIOTU</w:t>
      </w:r>
    </w:p>
    <w:p w:rsidRPr="00CD35F2" w:rsidR="0085747A" w:rsidP="00CD35F2" w:rsidRDefault="0085747A" w14:paraId="52E56223" w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CD35F2" w:rsidR="0085747A" w:rsidTr="0071620A" w14:paraId="146D6691" w14:textId="77777777">
        <w:trPr>
          <w:trHeight w:val="397"/>
        </w:trPr>
        <w:tc>
          <w:tcPr>
            <w:tcW w:w="3544" w:type="dxa"/>
          </w:tcPr>
          <w:p w:rsidRPr="00CD35F2" w:rsidR="0085747A" w:rsidP="00CD35F2" w:rsidRDefault="0085747A" w14:paraId="55E98D2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CD35F2" w:rsidR="0085747A" w:rsidP="00CD35F2" w:rsidRDefault="0085747A" w14:paraId="07547A0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CD35F2" w:rsidR="0085747A" w:rsidTr="0071620A" w14:paraId="05EFD703" w14:textId="77777777">
        <w:trPr>
          <w:trHeight w:val="397"/>
        </w:trPr>
        <w:tc>
          <w:tcPr>
            <w:tcW w:w="3544" w:type="dxa"/>
          </w:tcPr>
          <w:p w:rsidRPr="00CD35F2" w:rsidR="0085747A" w:rsidP="00CD35F2" w:rsidRDefault="0085747A" w14:paraId="7C3ADC5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CD35F2" w:rsidR="0085747A" w:rsidP="00CD35F2" w:rsidRDefault="0085747A" w14:paraId="5043CB0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CD35F2" w:rsidR="003E1941" w:rsidP="00CD35F2" w:rsidRDefault="003E1941" w14:paraId="07459315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3F5C87" w:rsidP="00CD35F2" w:rsidRDefault="003F5C87" w14:paraId="6537F28F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85747A" w:rsidP="00CD35F2" w:rsidRDefault="00675843" w14:paraId="7BDB76AC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 xml:space="preserve">7. </w:t>
      </w:r>
      <w:r w:rsidRPr="00CD35F2" w:rsidR="0085747A">
        <w:rPr>
          <w:rFonts w:ascii="Corbel" w:hAnsi="Corbel"/>
          <w:smallCaps w:val="0"/>
          <w:szCs w:val="24"/>
        </w:rPr>
        <w:t>LITERATURA</w:t>
      </w:r>
    </w:p>
    <w:p w:rsidRPr="00CD35F2" w:rsidR="00675843" w:rsidP="00CD35F2" w:rsidRDefault="00675843" w14:paraId="6DFB9E20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CD35F2" w:rsidR="0085747A" w:rsidTr="2B065EAC" w14:paraId="79778548" w14:textId="77777777">
        <w:trPr>
          <w:trHeight w:val="397"/>
        </w:trPr>
        <w:tc>
          <w:tcPr>
            <w:tcW w:w="7513" w:type="dxa"/>
            <w:tcMar/>
          </w:tcPr>
          <w:p w:rsidR="0085747A" w:rsidP="2B065EAC" w:rsidRDefault="0085747A" w14:paraId="43872638" w14:textId="5A56F5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B065EAC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="00460910" w:rsidP="2B065EAC" w:rsidRDefault="346E5E8A" w14:paraId="485FC13C" w14:textId="2AEA328F">
            <w:pPr>
              <w:pStyle w:val="Normalny"/>
              <w:spacing w:after="0" w:line="257" w:lineRule="auto"/>
              <w:ind w:left="0"/>
              <w:jc w:val="both"/>
              <w:rPr>
                <w:rFonts w:ascii="Calibri" w:hAnsi="Calibri" w:eastAsia="Calibri" w:cs="Times New Roman"/>
                <w:sz w:val="22"/>
                <w:szCs w:val="22"/>
              </w:rPr>
            </w:pPr>
            <w:proofErr w:type="spellStart"/>
            <w:r w:rsidRPr="2B065EAC" w:rsidR="38EDEDBA">
              <w:rPr>
                <w:rFonts w:ascii="Corbel" w:hAnsi="Corbel" w:eastAsia="Corbel" w:cs="Corbel"/>
                <w:sz w:val="24"/>
                <w:szCs w:val="24"/>
              </w:rPr>
              <w:t>Golęba</w:t>
            </w:r>
            <w:proofErr w:type="spellEnd"/>
            <w:r w:rsidRPr="2B065EAC" w:rsidR="38EDEDBA">
              <w:rPr>
                <w:rFonts w:ascii="Corbel" w:hAnsi="Corbel" w:eastAsia="Corbel" w:cs="Corbel"/>
                <w:sz w:val="24"/>
                <w:szCs w:val="24"/>
              </w:rPr>
              <w:t xml:space="preserve"> A., Kamiński M., Kiełkowski T., </w:t>
            </w:r>
            <w:proofErr w:type="spellStart"/>
            <w:r w:rsidRPr="2B065EAC" w:rsidR="38EDEDBA">
              <w:rPr>
                <w:rFonts w:ascii="Corbel" w:hAnsi="Corbel" w:eastAsia="Corbel" w:cs="Corbel"/>
                <w:sz w:val="24"/>
                <w:szCs w:val="24"/>
              </w:rPr>
              <w:t>Knysiak-Sudyka</w:t>
            </w:r>
            <w:proofErr w:type="spellEnd"/>
            <w:r w:rsidRPr="2B065EAC" w:rsidR="38EDEDBA">
              <w:rPr>
                <w:rFonts w:ascii="Corbel" w:hAnsi="Corbel" w:eastAsia="Corbel" w:cs="Corbel"/>
                <w:sz w:val="24"/>
                <w:szCs w:val="24"/>
              </w:rPr>
              <w:t xml:space="preserve"> H., </w:t>
            </w:r>
            <w:r w:rsidRPr="2B065EAC" w:rsidR="346E5E8A">
              <w:rPr>
                <w:rFonts w:ascii="Corbel" w:hAnsi="Corbel" w:eastAsia="Corbel" w:cs="Corbel"/>
                <w:sz w:val="24"/>
                <w:szCs w:val="24"/>
              </w:rPr>
              <w:t>Postępowanie administracyjne</w:t>
            </w:r>
            <w:r w:rsidRPr="2B065EAC" w:rsidR="346E5E8A">
              <w:rPr>
                <w:rFonts w:ascii="Corbel" w:hAnsi="Corbel" w:eastAsia="Corbel" w:cs="Corbel"/>
                <w:sz w:val="24"/>
                <w:szCs w:val="24"/>
              </w:rPr>
              <w:t xml:space="preserve">, red. T. </w:t>
            </w:r>
            <w:proofErr w:type="spellStart"/>
            <w:r w:rsidRPr="2B065EAC" w:rsidR="346E5E8A">
              <w:rPr>
                <w:rFonts w:ascii="Corbel" w:hAnsi="Corbel" w:eastAsia="Corbel" w:cs="Corbel"/>
                <w:sz w:val="24"/>
                <w:szCs w:val="24"/>
              </w:rPr>
              <w:t>Woś</w:t>
            </w:r>
            <w:proofErr w:type="spellEnd"/>
            <w:r w:rsidRPr="2B065EAC" w:rsidR="61F91EB9">
              <w:rPr>
                <w:rFonts w:ascii="Corbel" w:hAnsi="Corbel" w:eastAsia="Corbel" w:cs="Corbel"/>
                <w:sz w:val="24"/>
                <w:szCs w:val="24"/>
              </w:rPr>
              <w:t xml:space="preserve">, </w:t>
            </w:r>
            <w:r w:rsidRPr="2B065EAC" w:rsidR="346E5E8A">
              <w:rPr>
                <w:rFonts w:ascii="Corbel" w:hAnsi="Corbel" w:eastAsia="Corbel" w:cs="Corbel"/>
                <w:sz w:val="24"/>
                <w:szCs w:val="24"/>
              </w:rPr>
              <w:t xml:space="preserve"> Warszawa 2017.</w:t>
            </w:r>
          </w:p>
          <w:p w:rsidRPr="00CD35F2" w:rsidR="00CD35F2" w:rsidP="2B065EAC" w:rsidRDefault="00CD35F2" w14:paraId="3C48E869" w14:textId="1F21AFCC">
            <w:pPr>
              <w:pStyle w:val="Normalny"/>
              <w:spacing w:after="0" w:line="257" w:lineRule="auto"/>
              <w:ind w:left="0"/>
              <w:jc w:val="both"/>
              <w:rPr>
                <w:rFonts w:ascii="Calibri" w:hAnsi="Calibri" w:eastAsia="Calibri" w:cs="Times New Roman"/>
                <w:sz w:val="22"/>
                <w:szCs w:val="22"/>
              </w:rPr>
            </w:pPr>
          </w:p>
          <w:p w:rsidRPr="00CD35F2" w:rsidR="00CD35F2" w:rsidP="2B065EAC" w:rsidRDefault="00CD35F2" w14:paraId="16F6D168" w14:textId="73FE41F8">
            <w:pPr>
              <w:pStyle w:val="Normalny"/>
              <w:spacing w:after="0" w:line="257" w:lineRule="auto"/>
              <w:ind w:left="0"/>
              <w:jc w:val="both"/>
              <w:rPr>
                <w:rFonts w:ascii="Calibri" w:hAnsi="Calibri" w:eastAsia="Calibri" w:cs="Times New Roman"/>
                <w:sz w:val="22"/>
                <w:szCs w:val="22"/>
              </w:rPr>
            </w:pPr>
            <w:r w:rsidRPr="2B065EAC" w:rsidR="3BB3E997">
              <w:rPr>
                <w:rFonts w:ascii="Corbel" w:hAnsi="Corbel" w:eastAsia="Corbel" w:cs="Corbel"/>
                <w:sz w:val="24"/>
                <w:szCs w:val="24"/>
              </w:rPr>
              <w:t>Kędziora R., Ogólne postępowanie administracyjne, Warszawa 2019.</w:t>
            </w:r>
          </w:p>
          <w:p w:rsidRPr="00CD35F2" w:rsidR="00CD35F2" w:rsidP="2B065EAC" w:rsidRDefault="00CD35F2" w14:paraId="401CF142" w14:textId="1954C597">
            <w:pPr>
              <w:pStyle w:val="Normalny"/>
              <w:spacing w:after="0" w:line="257" w:lineRule="auto"/>
              <w:ind w:left="0"/>
              <w:jc w:val="both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</w:tr>
      <w:tr w:rsidRPr="00CD35F2" w:rsidR="0085747A" w:rsidTr="2B065EAC" w14:paraId="57DA8534" w14:textId="77777777">
        <w:trPr>
          <w:trHeight w:val="397"/>
        </w:trPr>
        <w:tc>
          <w:tcPr>
            <w:tcW w:w="7513" w:type="dxa"/>
            <w:tcMar/>
          </w:tcPr>
          <w:p w:rsidRPr="00782E60" w:rsidR="00782E60" w:rsidP="00782E60" w:rsidRDefault="0085747A" w14:paraId="2D916998" w14:textId="31BD38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82E60" w:rsidP="00CD35F2" w:rsidRDefault="00782E60" w14:paraId="3E8CC66F" w14:textId="3A0F61D0">
            <w:pPr>
              <w:spacing w:after="0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2B065EAC" w:rsidR="00782E60">
              <w:rPr>
                <w:rFonts w:ascii="Corbel" w:hAnsi="Corbel" w:eastAsia="Corbel" w:cs="Corbel"/>
                <w:sz w:val="24"/>
                <w:szCs w:val="24"/>
              </w:rPr>
              <w:t xml:space="preserve">Adamiak B., Borkowski J., </w:t>
            </w:r>
            <w:r w:rsidRPr="2B065EAC" w:rsidR="00782E60">
              <w:rPr>
                <w:rFonts w:ascii="Corbel" w:hAnsi="Corbel" w:eastAsia="Corbel" w:cs="Corbel"/>
                <w:sz w:val="24"/>
                <w:szCs w:val="24"/>
              </w:rPr>
              <w:t>Postępowanie administracyjne i</w:t>
            </w:r>
            <w:r w:rsidRPr="2B065EAC" w:rsidR="4AAA83F8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2B065EAC" w:rsidR="00782E60">
              <w:rPr>
                <w:rFonts w:ascii="Corbel" w:hAnsi="Corbel" w:eastAsia="Corbel" w:cs="Corbel"/>
                <w:sz w:val="24"/>
                <w:szCs w:val="24"/>
              </w:rPr>
              <w:t>sądowoadministracyjne</w:t>
            </w:r>
            <w:r w:rsidRPr="2B065EAC" w:rsidR="00782E60">
              <w:rPr>
                <w:rFonts w:ascii="Corbel" w:hAnsi="Corbel" w:eastAsia="Corbel" w:cs="Corbel"/>
                <w:sz w:val="24"/>
                <w:szCs w:val="24"/>
              </w:rPr>
              <w:t>, Warszawa 2019.</w:t>
            </w:r>
          </w:p>
          <w:p w:rsidR="00782E60" w:rsidP="00CD35F2" w:rsidRDefault="00782E60" w14:paraId="67155900" w14:textId="77777777">
            <w:pPr>
              <w:spacing w:after="0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</w:p>
          <w:p w:rsidR="00782E60" w:rsidP="00CD35F2" w:rsidRDefault="00782E60" w14:paraId="1826331B" w14:textId="426B0892">
            <w:pPr>
              <w:spacing w:after="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782E60">
              <w:rPr>
                <w:rFonts w:ascii="Corbel" w:hAnsi="Corbel"/>
                <w:sz w:val="24"/>
                <w:szCs w:val="24"/>
              </w:rPr>
              <w:t xml:space="preserve">Wicherek D., </w:t>
            </w:r>
            <w:proofErr w:type="spellStart"/>
            <w:r w:rsidRPr="00782E60">
              <w:rPr>
                <w:rFonts w:ascii="Corbel" w:hAnsi="Corbel"/>
                <w:sz w:val="24"/>
                <w:szCs w:val="24"/>
              </w:rPr>
              <w:t>Hadała</w:t>
            </w:r>
            <w:proofErr w:type="spellEnd"/>
            <w:r w:rsidRPr="00782E60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782E60">
              <w:rPr>
                <w:rFonts w:ascii="Corbel" w:hAnsi="Corbel"/>
                <w:sz w:val="24"/>
                <w:szCs w:val="24"/>
              </w:rPr>
              <w:t>Administracja publiczna – pojęcie, podział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782E60">
              <w:rPr>
                <w:rFonts w:ascii="Corbel" w:hAnsi="Corbel"/>
                <w:sz w:val="24"/>
                <w:szCs w:val="24"/>
              </w:rPr>
              <w:t>cechy</w:t>
            </w:r>
            <w:r w:rsidRPr="00782E60">
              <w:rPr>
                <w:rFonts w:ascii="Corbel" w:hAnsi="Corbel"/>
                <w:iCs/>
                <w:sz w:val="24"/>
                <w:szCs w:val="24"/>
              </w:rPr>
              <w:t xml:space="preserve">, [w:] </w:t>
            </w:r>
            <w:r w:rsidRPr="00782E60">
              <w:rPr>
                <w:rFonts w:ascii="Corbel" w:hAnsi="Corbel"/>
                <w:sz w:val="24"/>
                <w:szCs w:val="24"/>
              </w:rPr>
              <w:t>Wybrane aspekty zmiany społecznej</w:t>
            </w:r>
            <w:r w:rsidRPr="00782E60">
              <w:rPr>
                <w:rFonts w:ascii="Corbel" w:hAnsi="Corbel"/>
                <w:iCs/>
                <w:sz w:val="24"/>
                <w:szCs w:val="24"/>
              </w:rPr>
              <w:t>, red. W. Jedynak, J.</w:t>
            </w:r>
            <w:r>
              <w:rPr>
                <w:rFonts w:ascii="Corbel" w:hAnsi="Corbel"/>
                <w:iCs/>
                <w:sz w:val="24"/>
                <w:szCs w:val="24"/>
              </w:rPr>
              <w:t> </w:t>
            </w:r>
            <w:r w:rsidRPr="00782E60">
              <w:rPr>
                <w:rFonts w:ascii="Corbel" w:hAnsi="Corbel"/>
                <w:iCs/>
                <w:sz w:val="24"/>
                <w:szCs w:val="24"/>
              </w:rPr>
              <w:t>Kinal, Rzeszów 2019</w:t>
            </w:r>
            <w:r w:rsidRPr="00782E60">
              <w:rPr>
                <w:rFonts w:ascii="Corbel" w:hAnsi="Corbel"/>
                <w:iCs/>
                <w:sz w:val="24"/>
                <w:szCs w:val="24"/>
              </w:rPr>
              <w:t xml:space="preserve">. </w:t>
            </w:r>
          </w:p>
          <w:p w:rsidRPr="00782E60" w:rsidR="00782E60" w:rsidP="00CD35F2" w:rsidRDefault="00782E60" w14:paraId="70ED3B1E" w14:textId="77777777">
            <w:pPr>
              <w:spacing w:after="0"/>
              <w:jc w:val="both"/>
              <w:rPr>
                <w:rFonts w:ascii="Corbel" w:hAnsi="Corbel" w:eastAsia="Corbel"/>
                <w:sz w:val="24"/>
                <w:szCs w:val="24"/>
              </w:rPr>
            </w:pPr>
          </w:p>
          <w:p w:rsidRPr="00CD35F2" w:rsidR="00782E60" w:rsidP="00CD35F2" w:rsidRDefault="00782E60" w14:paraId="0C8362E9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 w:eastAsia="Corbel" w:cs="Corbel"/>
                <w:sz w:val="24"/>
                <w:szCs w:val="24"/>
              </w:rPr>
              <w:t xml:space="preserve">Wróbel A., Jaśkowiak M., </w:t>
            </w:r>
            <w:r w:rsidRPr="00CD35F2">
              <w:rPr>
                <w:rFonts w:ascii="Corbel" w:hAnsi="Corbel" w:eastAsia="Corbel" w:cs="Corbel"/>
                <w:iCs/>
                <w:sz w:val="24"/>
                <w:szCs w:val="24"/>
              </w:rPr>
              <w:t>Kodeks postępowania administracyjnego. Komentarz</w:t>
            </w:r>
            <w:r w:rsidRPr="00CD35F2">
              <w:rPr>
                <w:rFonts w:ascii="Corbel" w:hAnsi="Corbel" w:eastAsia="Corbel" w:cs="Corbel"/>
                <w:sz w:val="24"/>
                <w:szCs w:val="24"/>
              </w:rPr>
              <w:t>, Warszawa 2018.</w:t>
            </w:r>
          </w:p>
          <w:p w:rsidRPr="00CD35F2" w:rsidR="00460910" w:rsidP="00CD35F2" w:rsidRDefault="00460910" w14:paraId="70DF9E56" w14:textId="35669E8A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</w:pPr>
          </w:p>
        </w:tc>
      </w:tr>
    </w:tbl>
    <w:p w:rsidRPr="00CD35F2" w:rsidR="0085747A" w:rsidP="00CD35F2" w:rsidRDefault="0085747A" w14:paraId="44E871BC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85747A" w:rsidP="00CD35F2" w:rsidRDefault="0085747A" w14:paraId="144A5D23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85747A" w:rsidP="00CD35F2" w:rsidRDefault="0085747A" w14:paraId="41F88A98" w14:textId="7777777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CD35F2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89A" w:rsidP="00C16ABF" w:rsidRDefault="0083289A" w14:paraId="738610EB" w14:textId="77777777">
      <w:pPr>
        <w:spacing w:after="0" w:line="240" w:lineRule="auto"/>
      </w:pPr>
      <w:r>
        <w:separator/>
      </w:r>
    </w:p>
  </w:endnote>
  <w:endnote w:type="continuationSeparator" w:id="0">
    <w:p w:rsidR="0083289A" w:rsidP="00C16ABF" w:rsidRDefault="0083289A" w14:paraId="637805D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89A" w:rsidP="00C16ABF" w:rsidRDefault="0083289A" w14:paraId="463F29E8" w14:textId="77777777">
      <w:pPr>
        <w:spacing w:after="0" w:line="240" w:lineRule="auto"/>
      </w:pPr>
      <w:r>
        <w:separator/>
      </w:r>
    </w:p>
  </w:footnote>
  <w:footnote w:type="continuationSeparator" w:id="0">
    <w:p w:rsidR="0083289A" w:rsidP="00C16ABF" w:rsidRDefault="0083289A" w14:paraId="3B7B4B8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C82D74"/>
    <w:multiLevelType w:val="hybridMultilevel"/>
    <w:tmpl w:val="62C46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A586E"/>
    <w:multiLevelType w:val="hybridMultilevel"/>
    <w:tmpl w:val="6BAE6AD2"/>
    <w:lvl w:ilvl="0" w:tplc="5D0AD3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CC6174"/>
    <w:multiLevelType w:val="hybridMultilevel"/>
    <w:tmpl w:val="516641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5">
    <w:abstractNumId w:val="4"/>
  </w: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06EF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CB4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5B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5C87"/>
    <w:rsid w:val="00414E3C"/>
    <w:rsid w:val="0042244A"/>
    <w:rsid w:val="00426E30"/>
    <w:rsid w:val="0042745A"/>
    <w:rsid w:val="00431D5C"/>
    <w:rsid w:val="00431F9B"/>
    <w:rsid w:val="004362C6"/>
    <w:rsid w:val="00437FA2"/>
    <w:rsid w:val="00445970"/>
    <w:rsid w:val="0046091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F72"/>
    <w:rsid w:val="004D0613"/>
    <w:rsid w:val="004D5282"/>
    <w:rsid w:val="004F1551"/>
    <w:rsid w:val="004F55A3"/>
    <w:rsid w:val="004F79B0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6648"/>
    <w:rsid w:val="005C080F"/>
    <w:rsid w:val="005C55E5"/>
    <w:rsid w:val="005C696A"/>
    <w:rsid w:val="005E4376"/>
    <w:rsid w:val="005E6E85"/>
    <w:rsid w:val="005F31A6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E63"/>
    <w:rsid w:val="00696477"/>
    <w:rsid w:val="006C6E93"/>
    <w:rsid w:val="006D050F"/>
    <w:rsid w:val="006D6139"/>
    <w:rsid w:val="006D691E"/>
    <w:rsid w:val="006E5D65"/>
    <w:rsid w:val="006F1282"/>
    <w:rsid w:val="006F1FBC"/>
    <w:rsid w:val="006F31E2"/>
    <w:rsid w:val="00706544"/>
    <w:rsid w:val="007072BA"/>
    <w:rsid w:val="0071620A"/>
    <w:rsid w:val="00720808"/>
    <w:rsid w:val="00724677"/>
    <w:rsid w:val="00725459"/>
    <w:rsid w:val="007327BD"/>
    <w:rsid w:val="00734608"/>
    <w:rsid w:val="00745302"/>
    <w:rsid w:val="007461D6"/>
    <w:rsid w:val="00746EC8"/>
    <w:rsid w:val="00760600"/>
    <w:rsid w:val="00763BF1"/>
    <w:rsid w:val="00766FD4"/>
    <w:rsid w:val="0078168C"/>
    <w:rsid w:val="00782E60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2E87"/>
    <w:rsid w:val="0083289A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7A1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1FE1"/>
    <w:rsid w:val="00A155EE"/>
    <w:rsid w:val="00A2245B"/>
    <w:rsid w:val="00A262F6"/>
    <w:rsid w:val="00A30110"/>
    <w:rsid w:val="00A36899"/>
    <w:rsid w:val="00A371F6"/>
    <w:rsid w:val="00A428E0"/>
    <w:rsid w:val="00A43BF6"/>
    <w:rsid w:val="00A53FA5"/>
    <w:rsid w:val="00A54817"/>
    <w:rsid w:val="00A601C8"/>
    <w:rsid w:val="00A60799"/>
    <w:rsid w:val="00A84C85"/>
    <w:rsid w:val="00A97DE1"/>
    <w:rsid w:val="00AA2C3E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35F2"/>
    <w:rsid w:val="00CD6897"/>
    <w:rsid w:val="00CE276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B8A"/>
    <w:rsid w:val="00D8075B"/>
    <w:rsid w:val="00D8678B"/>
    <w:rsid w:val="00D91583"/>
    <w:rsid w:val="00DA2114"/>
    <w:rsid w:val="00DC0E4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6BFD"/>
    <w:rsid w:val="00E960BB"/>
    <w:rsid w:val="00EA2074"/>
    <w:rsid w:val="00EA4832"/>
    <w:rsid w:val="00EA4E9D"/>
    <w:rsid w:val="00EC3E3E"/>
    <w:rsid w:val="00EC4899"/>
    <w:rsid w:val="00ED03AB"/>
    <w:rsid w:val="00ED32D2"/>
    <w:rsid w:val="00EE32DE"/>
    <w:rsid w:val="00EE5457"/>
    <w:rsid w:val="00F070AB"/>
    <w:rsid w:val="00F17567"/>
    <w:rsid w:val="00F22226"/>
    <w:rsid w:val="00F27A7B"/>
    <w:rsid w:val="00F31EF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0E6"/>
    <w:rsid w:val="00FF016A"/>
    <w:rsid w:val="00FF1401"/>
    <w:rsid w:val="00FF5E7D"/>
    <w:rsid w:val="0260A947"/>
    <w:rsid w:val="05E9CF33"/>
    <w:rsid w:val="064CAA45"/>
    <w:rsid w:val="088E70FF"/>
    <w:rsid w:val="0A12F4B4"/>
    <w:rsid w:val="0A13F421"/>
    <w:rsid w:val="1088A6A6"/>
    <w:rsid w:val="11E98133"/>
    <w:rsid w:val="132AF1E9"/>
    <w:rsid w:val="15EBA78D"/>
    <w:rsid w:val="18406053"/>
    <w:rsid w:val="19480D70"/>
    <w:rsid w:val="19810B10"/>
    <w:rsid w:val="1FF04C94"/>
    <w:rsid w:val="20ED87F5"/>
    <w:rsid w:val="22895856"/>
    <w:rsid w:val="281A72AD"/>
    <w:rsid w:val="2B065EAC"/>
    <w:rsid w:val="2DEE9DD5"/>
    <w:rsid w:val="3126CF10"/>
    <w:rsid w:val="32AE9C1E"/>
    <w:rsid w:val="3418ABB6"/>
    <w:rsid w:val="346E5E8A"/>
    <w:rsid w:val="378F9BF8"/>
    <w:rsid w:val="37AAA551"/>
    <w:rsid w:val="37EDBF38"/>
    <w:rsid w:val="38EDEDBA"/>
    <w:rsid w:val="3BB3E997"/>
    <w:rsid w:val="3D72003A"/>
    <w:rsid w:val="41EA169C"/>
    <w:rsid w:val="43771223"/>
    <w:rsid w:val="43CF6E12"/>
    <w:rsid w:val="461E8377"/>
    <w:rsid w:val="47B7D12E"/>
    <w:rsid w:val="48FA7E3A"/>
    <w:rsid w:val="4AAA83F8"/>
    <w:rsid w:val="4C09B719"/>
    <w:rsid w:val="4D4F64AF"/>
    <w:rsid w:val="4EDBEBD6"/>
    <w:rsid w:val="4F205D5E"/>
    <w:rsid w:val="4F903575"/>
    <w:rsid w:val="55ACBEB1"/>
    <w:rsid w:val="55FB8835"/>
    <w:rsid w:val="57B1F131"/>
    <w:rsid w:val="57F66156"/>
    <w:rsid w:val="596E8465"/>
    <w:rsid w:val="59F6C2A5"/>
    <w:rsid w:val="5E6905DA"/>
    <w:rsid w:val="61F91EB9"/>
    <w:rsid w:val="6342F27B"/>
    <w:rsid w:val="65A0FE44"/>
    <w:rsid w:val="697BEAE7"/>
    <w:rsid w:val="698A2270"/>
    <w:rsid w:val="6ECB5919"/>
    <w:rsid w:val="71587F7B"/>
    <w:rsid w:val="73973E9F"/>
    <w:rsid w:val="741D0652"/>
    <w:rsid w:val="7637D5FE"/>
    <w:rsid w:val="7921C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,"/>
  <w:listSeparator w:val=";"/>
  <w14:docId w14:val="39762C06"/>
  <w15:docId w15:val="{DC5EF887-E4F2-4764-80E9-E12F63362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1106F-862A-43A8-8A02-D53214D1C8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9D9DBD-7F4F-4E5B-A11C-7872049CD172}"/>
</file>

<file path=customXml/itemProps3.xml><?xml version="1.0" encoding="utf-8"?>
<ds:datastoreItem xmlns:ds="http://schemas.openxmlformats.org/officeDocument/2006/customXml" ds:itemID="{5495614E-05E2-48F0-92E9-C7FC8FE82DD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23cdcff9-4da5-4ae5-9ed2-4324298199aa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FF4BF9A-284B-4ECB-8901-ADB5A26C1D9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Szczepański Dominik</cp:lastModifiedBy>
  <cp:revision>27</cp:revision>
  <cp:lastPrinted>2019-02-06T12:12:00Z</cp:lastPrinted>
  <dcterms:created xsi:type="dcterms:W3CDTF">2019-12-16T14:43:00Z</dcterms:created>
  <dcterms:modified xsi:type="dcterms:W3CDTF">2021-11-19T20:14:44Z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